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8D34" w14:textId="77777777" w:rsidR="003E5047" w:rsidRDefault="004B3F06" w:rsidP="00520636">
      <w:pPr>
        <w:pStyle w:val="Heading1"/>
      </w:pPr>
      <w:r>
        <w:t xml:space="preserve">responsible building </w:t>
      </w:r>
      <w:r w:rsidR="00F81E6C">
        <w:t>materials</w:t>
      </w:r>
    </w:p>
    <w:p w14:paraId="04C5E899" w14:textId="77777777" w:rsidR="002E65E1" w:rsidRDefault="002E65E1" w:rsidP="008B643E">
      <w:pPr>
        <w:pStyle w:val="Heading3"/>
        <w:numPr>
          <w:ilvl w:val="0"/>
          <w:numId w:val="0"/>
        </w:numPr>
        <w:ind w:left="720" w:hanging="720"/>
      </w:pPr>
      <w:bookmarkStart w:id="0" w:name="h.d27jtfsfquok"/>
      <w:bookmarkEnd w:id="0"/>
      <w:r>
        <w:t xml:space="preserve">Credit 20 </w:t>
      </w:r>
    </w:p>
    <w:p w14:paraId="669F15A7" w14:textId="2940CA26" w:rsidR="005C34D2" w:rsidRDefault="005C34D2" w:rsidP="003319BA">
      <w:pPr>
        <w:pStyle w:val="Heading3"/>
        <w:numPr>
          <w:ilvl w:val="0"/>
          <w:numId w:val="0"/>
        </w:numPr>
        <w:ind w:left="720" w:hanging="720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10800679"/>
        </w:sdtPr>
        <w:sdtEndPr/>
        <w:sdtContent>
          <w:sdt>
            <w:sdtPr>
              <w:rPr>
                <w:bCs w:val="0"/>
                <w:caps w:val="0"/>
              </w:rPr>
              <w:id w:val="-16256853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C1B51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 xml:space="preserve">As Built Submission </w:t>
      </w:r>
      <w:sdt>
        <w:sdtPr>
          <w:rPr>
            <w:bCs w:val="0"/>
            <w:caps w:val="0"/>
          </w:rPr>
          <w:id w:val="206148192"/>
        </w:sdtPr>
        <w:sdtEndPr/>
        <w:sdtContent>
          <w:sdt>
            <w:sdtPr>
              <w:rPr>
                <w:bCs w:val="0"/>
                <w:caps w:val="0"/>
              </w:rPr>
              <w:id w:val="686184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C1B51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709"/>
        <w:gridCol w:w="3544"/>
        <w:gridCol w:w="850"/>
      </w:tblGrid>
      <w:tr w:rsidR="005C34D2" w14:paraId="6B3D502D" w14:textId="77777777" w:rsidTr="00225A81">
        <w:tc>
          <w:tcPr>
            <w:tcW w:w="4077" w:type="dxa"/>
          </w:tcPr>
          <w:p w14:paraId="000E8DE0" w14:textId="77777777" w:rsidR="005C34D2" w:rsidRDefault="005C34D2" w:rsidP="008B643E">
            <w:pPr>
              <w:pStyle w:val="Heading3"/>
              <w:numPr>
                <w:ilvl w:val="0"/>
                <w:numId w:val="0"/>
              </w:numPr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4965748F" w14:textId="77777777" w:rsidR="005C34D2" w:rsidRDefault="008B643E" w:rsidP="008B643E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>2</w:t>
            </w:r>
          </w:p>
        </w:tc>
        <w:tc>
          <w:tcPr>
            <w:tcW w:w="3544" w:type="dxa"/>
          </w:tcPr>
          <w:p w14:paraId="543575E7" w14:textId="77777777" w:rsidR="005C34D2" w:rsidRDefault="005C34D2" w:rsidP="008B643E">
            <w:pPr>
              <w:pStyle w:val="Heading3"/>
              <w:numPr>
                <w:ilvl w:val="0"/>
                <w:numId w:val="0"/>
              </w:numPr>
              <w:ind w:left="720" w:hanging="720"/>
            </w:pPr>
            <w:r w:rsidRPr="005C34D2">
              <w:t>Points claimed:</w:t>
            </w:r>
          </w:p>
        </w:tc>
        <w:tc>
          <w:tcPr>
            <w:tcW w:w="850" w:type="dxa"/>
          </w:tcPr>
          <w:p w14:paraId="21F9123C" w14:textId="77777777" w:rsidR="005C34D2" w:rsidRPr="001A76C9" w:rsidRDefault="008B643E" w:rsidP="008B643E">
            <w:pPr>
              <w:pStyle w:val="Heading3"/>
              <w:numPr>
                <w:ilvl w:val="0"/>
                <w:numId w:val="0"/>
              </w:numPr>
              <w:ind w:left="720" w:hanging="720"/>
            </w:pPr>
            <w:r w:rsidRPr="008B643E">
              <w:rPr>
                <w:color w:val="8064A2" w:themeColor="accent4"/>
              </w:rPr>
              <w:t>[</w:t>
            </w:r>
            <w:r w:rsidR="005C34D2" w:rsidRPr="008B643E">
              <w:rPr>
                <w:color w:val="8064A2" w:themeColor="accent4"/>
              </w:rPr>
              <w:t>#</w:t>
            </w:r>
            <w:r w:rsidRPr="008B643E">
              <w:rPr>
                <w:color w:val="8064A2" w:themeColor="accent4"/>
              </w:rPr>
              <w:t>]</w:t>
            </w:r>
          </w:p>
        </w:tc>
      </w:tr>
    </w:tbl>
    <w:p w14:paraId="2A39BA0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6"/>
        <w:gridCol w:w="1863"/>
        <w:gridCol w:w="4288"/>
        <w:gridCol w:w="1107"/>
        <w:gridCol w:w="1163"/>
      </w:tblGrid>
      <w:tr w:rsidR="0026389D" w14:paraId="6902C67D" w14:textId="77777777" w:rsidTr="00C238E0">
        <w:tc>
          <w:tcPr>
            <w:tcW w:w="336" w:type="pct"/>
          </w:tcPr>
          <w:p w14:paraId="03A22C69" w14:textId="77777777" w:rsidR="00017B56" w:rsidRPr="00017B56" w:rsidRDefault="00017B56" w:rsidP="00534AF8">
            <w:pPr>
              <w:jc w:val="center"/>
              <w:rPr>
                <w:rStyle w:val="StyleBold"/>
              </w:rPr>
            </w:pPr>
          </w:p>
        </w:tc>
        <w:tc>
          <w:tcPr>
            <w:tcW w:w="1032" w:type="pct"/>
            <w:vAlign w:val="center"/>
          </w:tcPr>
          <w:p w14:paraId="7F8E5C68" w14:textId="77777777" w:rsidR="00017B56" w:rsidRPr="00017B56" w:rsidRDefault="00017B56" w:rsidP="00225A8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Name</w:t>
            </w:r>
          </w:p>
        </w:tc>
        <w:tc>
          <w:tcPr>
            <w:tcW w:w="2375" w:type="pct"/>
            <w:vAlign w:val="center"/>
          </w:tcPr>
          <w:p w14:paraId="137BFEB1" w14:textId="77777777" w:rsidR="00017B56" w:rsidRPr="00017B56" w:rsidRDefault="00017B56" w:rsidP="00225A8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</w:tcPr>
          <w:p w14:paraId="16E677FD" w14:textId="77777777" w:rsidR="00017B56" w:rsidRPr="00017B56" w:rsidRDefault="00017B56" w:rsidP="00534AF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</w:tcPr>
          <w:p w14:paraId="2295D46B" w14:textId="77777777" w:rsidR="00017B56" w:rsidRPr="00017B56" w:rsidRDefault="00017B56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238E0" w14:paraId="7042AD9A" w14:textId="77777777" w:rsidTr="00C238E0">
        <w:tc>
          <w:tcPr>
            <w:tcW w:w="336" w:type="pct"/>
            <w:vMerge w:val="restart"/>
          </w:tcPr>
          <w:p w14:paraId="2A859D67" w14:textId="77777777" w:rsidR="00C238E0" w:rsidRPr="003D5EA8" w:rsidRDefault="00C238E0" w:rsidP="00534AF8">
            <w:pPr>
              <w:rPr>
                <w:b/>
              </w:rPr>
            </w:pPr>
            <w:r w:rsidRPr="003D5EA8">
              <w:rPr>
                <w:b/>
              </w:rPr>
              <w:t>20.</w:t>
            </w:r>
            <w:r>
              <w:rPr>
                <w:b/>
              </w:rPr>
              <w:t>1</w:t>
            </w:r>
          </w:p>
        </w:tc>
        <w:tc>
          <w:tcPr>
            <w:tcW w:w="1032" w:type="pct"/>
            <w:vMerge w:val="restart"/>
          </w:tcPr>
          <w:p w14:paraId="62F432C9" w14:textId="77777777" w:rsidR="00C238E0" w:rsidRPr="003D5EA8" w:rsidRDefault="00C238E0">
            <w:pPr>
              <w:rPr>
                <w:b/>
              </w:rPr>
            </w:pPr>
            <w:r w:rsidRPr="003D5EA8">
              <w:rPr>
                <w:b/>
              </w:rPr>
              <w:t>Timber</w:t>
            </w:r>
            <w:r>
              <w:rPr>
                <w:b/>
              </w:rPr>
              <w:t xml:space="preserve"> </w:t>
            </w:r>
          </w:p>
        </w:tc>
        <w:tc>
          <w:tcPr>
            <w:tcW w:w="2375" w:type="pct"/>
          </w:tcPr>
          <w:p w14:paraId="4D4D35F7" w14:textId="3597E0C2" w:rsidR="00C238E0" w:rsidRDefault="00C238E0">
            <w:pPr>
              <w:spacing w:after="0"/>
            </w:pPr>
            <w:r>
              <w:t>At</w:t>
            </w:r>
            <w:r w:rsidRPr="00ED7344">
              <w:t xml:space="preserve"> least 95% (by cost) of all timber used in the building a</w:t>
            </w:r>
            <w:r>
              <w:t xml:space="preserve">nd construction works is either: </w:t>
            </w:r>
            <w:r w:rsidRPr="00ED7344">
              <w:t xml:space="preserve">certified by a forest certification scheme that meets the ‘Essential </w:t>
            </w:r>
            <w:r>
              <w:t>C</w:t>
            </w:r>
            <w:r w:rsidRPr="00ED7344">
              <w:t>riteria</w:t>
            </w:r>
            <w:r>
              <w:t>’</w:t>
            </w:r>
            <w:r w:rsidRPr="00ED7344">
              <w:t xml:space="preserve"> for forest certification</w:t>
            </w:r>
            <w:r>
              <w:t xml:space="preserve">; </w:t>
            </w:r>
            <w:r w:rsidRPr="00225A81">
              <w:t xml:space="preserve">or </w:t>
            </w:r>
            <w:r w:rsidRPr="00ED7344">
              <w:t>is from a reused source</w:t>
            </w:r>
            <w:r>
              <w:t>.</w:t>
            </w:r>
          </w:p>
        </w:tc>
        <w:tc>
          <w:tcPr>
            <w:tcW w:w="613" w:type="pct"/>
          </w:tcPr>
          <w:p w14:paraId="261C229E" w14:textId="77777777" w:rsidR="00C238E0" w:rsidRDefault="00C238E0" w:rsidP="00534AF8">
            <w:pPr>
              <w:jc w:val="center"/>
            </w:pPr>
            <w:r>
              <w:t>1</w:t>
            </w:r>
          </w:p>
        </w:tc>
        <w:tc>
          <w:tcPr>
            <w:tcW w:w="644" w:type="pct"/>
          </w:tcPr>
          <w:p w14:paraId="2068D1BB" w14:textId="77777777" w:rsidR="00C238E0" w:rsidRPr="003A2BE3" w:rsidRDefault="00C238E0" w:rsidP="00534AF8">
            <w:pPr>
              <w:jc w:val="center"/>
              <w:rPr>
                <w:rFonts w:ascii="MS Gothic" w:eastAsia="MS Gothic" w:hAnsi="MS Gothic" w:cs="MS Gothic"/>
              </w:rPr>
            </w:pPr>
            <w:r>
              <w:t>[#]</w:t>
            </w:r>
          </w:p>
        </w:tc>
      </w:tr>
      <w:tr w:rsidR="00C238E0" w14:paraId="0EBC3AAF" w14:textId="77777777" w:rsidTr="00C238E0">
        <w:tc>
          <w:tcPr>
            <w:tcW w:w="336" w:type="pct"/>
            <w:vMerge/>
          </w:tcPr>
          <w:p w14:paraId="1EA9ECD6" w14:textId="77777777" w:rsidR="00C238E0" w:rsidRPr="003D5EA8" w:rsidRDefault="00C238E0" w:rsidP="00C238E0">
            <w:pPr>
              <w:rPr>
                <w:b/>
              </w:rPr>
            </w:pPr>
          </w:p>
        </w:tc>
        <w:tc>
          <w:tcPr>
            <w:tcW w:w="1032" w:type="pct"/>
            <w:vMerge/>
          </w:tcPr>
          <w:p w14:paraId="77EF9D50" w14:textId="77777777" w:rsidR="00C238E0" w:rsidRPr="003D5EA8" w:rsidRDefault="00C238E0" w:rsidP="00C238E0">
            <w:pPr>
              <w:rPr>
                <w:b/>
              </w:rPr>
            </w:pPr>
          </w:p>
        </w:tc>
        <w:tc>
          <w:tcPr>
            <w:tcW w:w="2375" w:type="pct"/>
          </w:tcPr>
          <w:p w14:paraId="3E730285" w14:textId="5888794A" w:rsidR="00C238E0" w:rsidRDefault="00C238E0" w:rsidP="00C238E0">
            <w:pPr>
              <w:spacing w:after="0"/>
            </w:pPr>
            <w:r>
              <w:t>T</w:t>
            </w:r>
            <w:r w:rsidRPr="00170DDD">
              <w:t xml:space="preserve">he cost of </w:t>
            </w:r>
            <w:r>
              <w:t xml:space="preserve">timber </w:t>
            </w:r>
            <w:r w:rsidRPr="00170DDD">
              <w:t xml:space="preserve">is less than </w:t>
            </w:r>
            <w:r>
              <w:t>0.</w:t>
            </w:r>
            <w:r w:rsidRPr="00170DDD">
              <w:t>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5D3476EA" w14:textId="06A1E9FF" w:rsidR="00C238E0" w:rsidRDefault="00C238E0" w:rsidP="00C238E0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40C2DD9A" w14:textId="0C9A9483" w:rsidR="00C238E0" w:rsidRDefault="00520636" w:rsidP="00C238E0">
            <w:pPr>
              <w:jc w:val="center"/>
            </w:pPr>
            <w:sdt>
              <w:sdtPr>
                <w:id w:val="-1194766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C238E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238E0" w14:paraId="1F215611" w14:textId="77777777" w:rsidTr="00C238E0">
        <w:tc>
          <w:tcPr>
            <w:tcW w:w="336" w:type="pct"/>
            <w:vMerge w:val="restart"/>
          </w:tcPr>
          <w:p w14:paraId="490ACF67" w14:textId="77777777" w:rsidR="00C238E0" w:rsidRPr="003D5EA8" w:rsidRDefault="00C238E0" w:rsidP="00534AF8">
            <w:pPr>
              <w:rPr>
                <w:b/>
              </w:rPr>
            </w:pPr>
            <w:r w:rsidRPr="003D5EA8">
              <w:rPr>
                <w:b/>
              </w:rPr>
              <w:t>20.</w:t>
            </w:r>
            <w:r>
              <w:rPr>
                <w:b/>
              </w:rPr>
              <w:t>2</w:t>
            </w:r>
          </w:p>
        </w:tc>
        <w:tc>
          <w:tcPr>
            <w:tcW w:w="1032" w:type="pct"/>
            <w:vMerge w:val="restart"/>
          </w:tcPr>
          <w:p w14:paraId="3EC36FF8" w14:textId="77777777" w:rsidR="00C238E0" w:rsidRPr="003D5EA8" w:rsidRDefault="00C238E0" w:rsidP="00534AF8">
            <w:pPr>
              <w:rPr>
                <w:b/>
              </w:rPr>
            </w:pPr>
            <w:r>
              <w:rPr>
                <w:b/>
              </w:rPr>
              <w:t xml:space="preserve">Permanent Formwork, Pipes, Flooring, Blinds and </w:t>
            </w:r>
            <w:r w:rsidRPr="008342EB">
              <w:rPr>
                <w:b/>
              </w:rPr>
              <w:t>Cables</w:t>
            </w:r>
          </w:p>
        </w:tc>
        <w:tc>
          <w:tcPr>
            <w:tcW w:w="2375" w:type="pct"/>
          </w:tcPr>
          <w:p w14:paraId="6AAB56DB" w14:textId="198A12AA" w:rsidR="00C238E0" w:rsidRDefault="00C238E0" w:rsidP="00225A81">
            <w:r>
              <w:t xml:space="preserve">At least </w:t>
            </w:r>
            <w:r w:rsidRPr="00ED7344">
              <w:t xml:space="preserve">90% (by cost) of </w:t>
            </w:r>
            <w:r>
              <w:t xml:space="preserve">all permanent formwork, pipes, flooring </w:t>
            </w:r>
            <w:r w:rsidRPr="00C1320F">
              <w:t xml:space="preserve">blinds </w:t>
            </w:r>
            <w:r>
              <w:t>and cables</w:t>
            </w:r>
            <w:r w:rsidDel="00534AF8">
              <w:t xml:space="preserve"> </w:t>
            </w:r>
            <w:r w:rsidRPr="00ED7344">
              <w:t>in a project either:</w:t>
            </w:r>
            <w:r>
              <w:t xml:space="preserve"> d</w:t>
            </w:r>
            <w:r w:rsidRPr="00946828">
              <w:t>o not contain PVC</w:t>
            </w:r>
            <w:r>
              <w:t xml:space="preserve"> and have a recognised product declaration; </w:t>
            </w:r>
            <w:r w:rsidRPr="00225A81">
              <w:t xml:space="preserve">or </w:t>
            </w:r>
            <w:r>
              <w:t>m</w:t>
            </w:r>
            <w:r w:rsidRPr="00946828">
              <w:t>eet</w:t>
            </w:r>
            <w:r>
              <w:t xml:space="preserve"> the GBCA’s</w:t>
            </w:r>
            <w:r w:rsidRPr="00946828">
              <w:t xml:space="preserve"> </w:t>
            </w:r>
            <w:r w:rsidRPr="00225A81">
              <w:rPr>
                <w:i/>
              </w:rPr>
              <w:t>Best Practice Guidelines for PVC.</w:t>
            </w:r>
          </w:p>
        </w:tc>
        <w:tc>
          <w:tcPr>
            <w:tcW w:w="613" w:type="pct"/>
          </w:tcPr>
          <w:p w14:paraId="4A3000A0" w14:textId="77777777" w:rsidR="00C238E0" w:rsidRDefault="00C238E0" w:rsidP="00534AF8">
            <w:pPr>
              <w:jc w:val="center"/>
            </w:pPr>
            <w:r>
              <w:t>1</w:t>
            </w:r>
          </w:p>
        </w:tc>
        <w:tc>
          <w:tcPr>
            <w:tcW w:w="644" w:type="pct"/>
          </w:tcPr>
          <w:p w14:paraId="2E94D7A3" w14:textId="77777777" w:rsidR="00C238E0" w:rsidRPr="003A2BE3" w:rsidRDefault="00C238E0" w:rsidP="00534AF8">
            <w:pPr>
              <w:jc w:val="center"/>
              <w:rPr>
                <w:rFonts w:ascii="MS Gothic" w:eastAsia="MS Gothic" w:hAnsi="MS Gothic" w:cs="MS Gothic"/>
              </w:rPr>
            </w:pPr>
            <w:r>
              <w:t>[#]</w:t>
            </w:r>
          </w:p>
        </w:tc>
      </w:tr>
      <w:tr w:rsidR="007226E1" w14:paraId="49F2D202" w14:textId="77777777" w:rsidTr="00520636">
        <w:tc>
          <w:tcPr>
            <w:tcW w:w="336" w:type="pct"/>
            <w:vMerge/>
          </w:tcPr>
          <w:p w14:paraId="4587D926" w14:textId="77777777" w:rsidR="007226E1" w:rsidRPr="003D5EA8" w:rsidRDefault="007226E1" w:rsidP="007226E1">
            <w:pPr>
              <w:rPr>
                <w:b/>
              </w:rPr>
            </w:pPr>
          </w:p>
        </w:tc>
        <w:tc>
          <w:tcPr>
            <w:tcW w:w="1032" w:type="pct"/>
            <w:vMerge/>
          </w:tcPr>
          <w:p w14:paraId="07A26717" w14:textId="77777777" w:rsidR="007226E1" w:rsidRDefault="007226E1" w:rsidP="007226E1">
            <w:pPr>
              <w:rPr>
                <w:b/>
              </w:rPr>
            </w:pPr>
          </w:p>
        </w:tc>
        <w:tc>
          <w:tcPr>
            <w:tcW w:w="2375" w:type="pct"/>
          </w:tcPr>
          <w:p w14:paraId="7C59A07D" w14:textId="6231316F" w:rsidR="007226E1" w:rsidRDefault="007226E1" w:rsidP="007226E1">
            <w:r>
              <w:t>T</w:t>
            </w:r>
            <w:r w:rsidRPr="00170DDD">
              <w:t xml:space="preserve">he cost of </w:t>
            </w:r>
            <w:r>
              <w:t xml:space="preserve">PVC products </w:t>
            </w:r>
            <w:r w:rsidRPr="00170DDD">
              <w:t>is less than 1% of the Project Contract Value</w:t>
            </w:r>
            <w:r>
              <w:t>.</w:t>
            </w:r>
          </w:p>
        </w:tc>
        <w:tc>
          <w:tcPr>
            <w:tcW w:w="613" w:type="pct"/>
            <w:vAlign w:val="center"/>
          </w:tcPr>
          <w:p w14:paraId="156ED206" w14:textId="14425348" w:rsidR="007226E1" w:rsidRDefault="007226E1" w:rsidP="007226E1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p w14:paraId="577BF856" w14:textId="4F81B078" w:rsidR="007226E1" w:rsidRDefault="00520636" w:rsidP="007226E1">
            <w:pPr>
              <w:jc w:val="center"/>
            </w:pPr>
            <w:sdt>
              <w:sdtPr>
                <w:id w:val="-140891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7226E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CEF9973" w14:textId="77777777" w:rsidR="00D72F59" w:rsidRDefault="00D72F59" w:rsidP="006B457B">
      <w:bookmarkStart w:id="1" w:name="h.fwvpjw869anz"/>
      <w:bookmarkEnd w:id="1"/>
    </w:p>
    <w:p w14:paraId="6EDEB15B" w14:textId="77777777" w:rsidR="005D7BA2" w:rsidRPr="00FA0164" w:rsidRDefault="005D7BA2" w:rsidP="005D7BA2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D7BA2" w:rsidRPr="00FA0164" w14:paraId="26E03303" w14:textId="77777777" w:rsidTr="008468C2">
        <w:tc>
          <w:tcPr>
            <w:tcW w:w="3994" w:type="pct"/>
            <w:vAlign w:val="center"/>
          </w:tcPr>
          <w:p w14:paraId="7046F56E" w14:textId="49D1380F" w:rsidR="005D7BA2" w:rsidRPr="00FA0164" w:rsidRDefault="005D7BA2" w:rsidP="008468C2">
            <w:r w:rsidRPr="00FA0164">
              <w:t xml:space="preserve">There are no project-specific </w:t>
            </w:r>
            <w:r w:rsidR="00D80F99">
              <w:t>T</w:t>
            </w:r>
            <w:r w:rsidRPr="00FA0164">
              <w:t xml:space="preserve">echnical </w:t>
            </w:r>
            <w:r w:rsidR="00D80F99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6D426316" w14:textId="77777777" w:rsidR="005D7BA2" w:rsidRPr="00FA0164" w:rsidRDefault="00520636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7BA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D7BA2" w:rsidRPr="00FA0164" w14:paraId="2D2659AC" w14:textId="77777777" w:rsidTr="008468C2">
        <w:tc>
          <w:tcPr>
            <w:tcW w:w="3994" w:type="pct"/>
            <w:vAlign w:val="center"/>
          </w:tcPr>
          <w:p w14:paraId="0211C2D9" w14:textId="2C17F542" w:rsidR="005D7BA2" w:rsidRPr="00FA0164" w:rsidRDefault="005D7BA2" w:rsidP="008468C2">
            <w:r w:rsidRPr="00FA0164">
              <w:t xml:space="preserve">There are project-specific </w:t>
            </w:r>
            <w:r w:rsidR="00D80F99">
              <w:t>T</w:t>
            </w:r>
            <w:r w:rsidRPr="00FA0164">
              <w:t xml:space="preserve">echnical </w:t>
            </w:r>
            <w:r w:rsidR="00D80F99">
              <w:t>Q</w:t>
            </w:r>
            <w:r w:rsidRPr="00FA0164">
              <w:t xml:space="preserve">uestions for this credit and all responses received from the </w:t>
            </w:r>
            <w:r w:rsidR="008E671C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7E6CC09E" w14:textId="77777777" w:rsidR="005D7BA2" w:rsidRPr="00FA0164" w:rsidRDefault="00520636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7BA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10C8F05" w14:textId="77777777" w:rsidR="000A1AE3" w:rsidRDefault="000A1AE3" w:rsidP="000A1AE3">
      <w:r>
        <w:t>Please justify if NA is claimed</w:t>
      </w:r>
    </w:p>
    <w:p w14:paraId="79D7775F" w14:textId="77777777" w:rsidR="000A1AE3" w:rsidRDefault="000A1AE3" w:rsidP="000A1AE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0B7F6E" w14:textId="77777777" w:rsidR="000A1AE3" w:rsidRDefault="000A1AE3" w:rsidP="000A1AE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248BFC" w14:textId="77777777" w:rsidR="000A1AE3" w:rsidRDefault="000A1AE3" w:rsidP="000A1AE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4AF806" w14:textId="77777777" w:rsidR="005D7BA2" w:rsidRDefault="005D7BA2" w:rsidP="005D7BA2"/>
    <w:p w14:paraId="74712585" w14:textId="77777777" w:rsidR="005D7BA2" w:rsidRPr="005D7BA2" w:rsidRDefault="005D7BA2" w:rsidP="005D7BA2"/>
    <w:p w14:paraId="33B945BF" w14:textId="77777777" w:rsidR="00CC3B44" w:rsidRDefault="002E65E1" w:rsidP="00013834">
      <w:pPr>
        <w:pStyle w:val="Heading2"/>
      </w:pPr>
      <w:r>
        <w:lastRenderedPageBreak/>
        <w:t>20.</w:t>
      </w:r>
      <w:r w:rsidR="008B643E">
        <w:t xml:space="preserve">1 </w:t>
      </w:r>
      <w:r w:rsidR="00B010B9">
        <w:t>Timber</w:t>
      </w:r>
      <w:r w:rsidR="002C114D">
        <w:t xml:space="preserve"> Products</w:t>
      </w:r>
    </w:p>
    <w:tbl>
      <w:tblPr>
        <w:tblStyle w:val="Style1"/>
        <w:tblpPr w:leftFromText="180" w:rightFromText="180" w:vertAnchor="text" w:horzAnchor="margin" w:tblpY="144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5A7879" w:rsidRPr="003A2BE3" w14:paraId="456CE3E6" w14:textId="77777777" w:rsidTr="008B643E">
        <w:tc>
          <w:tcPr>
            <w:tcW w:w="4074" w:type="pct"/>
            <w:vAlign w:val="center"/>
          </w:tcPr>
          <w:p w14:paraId="3664B6A0" w14:textId="21C7A26F" w:rsidR="005A7879" w:rsidRPr="003A2BE3" w:rsidRDefault="005A7879" w:rsidP="00575DDF">
            <w:r>
              <w:t xml:space="preserve">At least 95% </w:t>
            </w:r>
            <w:r w:rsidR="00F56548">
              <w:t xml:space="preserve">(by cost) </w:t>
            </w:r>
            <w:r>
              <w:t xml:space="preserve">of the timber used in the project </w:t>
            </w:r>
            <w:r w:rsidR="00366875">
              <w:t>(</w:t>
            </w:r>
            <w:r>
              <w:t xml:space="preserve">building </w:t>
            </w:r>
            <w:r w:rsidR="005D4119">
              <w:t xml:space="preserve">and </w:t>
            </w:r>
            <w:r>
              <w:t>construction works</w:t>
            </w:r>
            <w:r w:rsidR="00366875">
              <w:t>)</w:t>
            </w:r>
            <w:r>
              <w:t xml:space="preserve"> is </w:t>
            </w:r>
            <w:r w:rsidR="005D4119">
              <w:t xml:space="preserve">reused or </w:t>
            </w:r>
            <w:r w:rsidRPr="00ED7344">
              <w:t xml:space="preserve">certified by a forest certification scheme that meets the ‘Essential </w:t>
            </w:r>
            <w:r w:rsidR="005D4119">
              <w:t>C</w:t>
            </w:r>
            <w:r w:rsidRPr="00ED7344">
              <w:t>riteria</w:t>
            </w:r>
            <w:r w:rsidR="005D4119">
              <w:t>’</w:t>
            </w:r>
            <w:r w:rsidRPr="00ED7344">
              <w:t xml:space="preserve"> for forest certification</w:t>
            </w:r>
            <w:r w:rsidR="005D4119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713910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BEDE8F" w14:textId="77777777" w:rsidR="005A7879" w:rsidRPr="003A2BE3" w:rsidRDefault="00B21403" w:rsidP="003C3AF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D6FC11F" w14:textId="77777777" w:rsidR="00931BB3" w:rsidRDefault="00931BB3" w:rsidP="005570C4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950"/>
        <w:gridCol w:w="1475"/>
        <w:gridCol w:w="1435"/>
        <w:gridCol w:w="1450"/>
        <w:gridCol w:w="1717"/>
      </w:tblGrid>
      <w:tr w:rsidR="005A7879" w14:paraId="0D3855DC" w14:textId="77777777" w:rsidTr="00225A81">
        <w:tc>
          <w:tcPr>
            <w:tcW w:w="5000" w:type="pct"/>
            <w:gridSpan w:val="5"/>
          </w:tcPr>
          <w:p w14:paraId="4350C8E8" w14:textId="77777777" w:rsidR="005A7879" w:rsidRPr="002E65E1" w:rsidRDefault="005A7879" w:rsidP="006B457B">
            <w:pPr>
              <w:pStyle w:val="Criterion"/>
            </w:pPr>
            <w:r w:rsidRPr="002E65E1">
              <w:t>Timber Schedule</w:t>
            </w:r>
          </w:p>
        </w:tc>
      </w:tr>
      <w:tr w:rsidR="005A7879" w:rsidRPr="0052026E" w14:paraId="486BC8B6" w14:textId="77777777" w:rsidTr="00225A81">
        <w:tc>
          <w:tcPr>
            <w:tcW w:w="1634" w:type="pct"/>
            <w:shd w:val="clear" w:color="auto" w:fill="FFE69E" w:themeFill="text1" w:themeFillTint="66"/>
            <w:vAlign w:val="center"/>
          </w:tcPr>
          <w:p w14:paraId="454289C6" w14:textId="77777777" w:rsidR="005A7879" w:rsidRPr="006B457B" w:rsidRDefault="005A7879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>Description of Timber Use and/or Timber Products</w:t>
            </w:r>
          </w:p>
        </w:tc>
        <w:tc>
          <w:tcPr>
            <w:tcW w:w="817" w:type="pct"/>
            <w:shd w:val="clear" w:color="auto" w:fill="FFE69E" w:themeFill="text1" w:themeFillTint="66"/>
            <w:vAlign w:val="center"/>
          </w:tcPr>
          <w:p w14:paraId="24AC5B41" w14:textId="77777777" w:rsidR="005A7879" w:rsidRPr="006B457B" w:rsidRDefault="005D4119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Type (</w:t>
            </w:r>
            <w:r w:rsidR="005A7879" w:rsidRPr="006B457B">
              <w:rPr>
                <w:b/>
                <w:szCs w:val="20"/>
              </w:rPr>
              <w:t>Reused</w:t>
            </w:r>
            <w:r>
              <w:rPr>
                <w:b/>
                <w:szCs w:val="20"/>
              </w:rPr>
              <w:t>,</w:t>
            </w:r>
            <w:r w:rsidR="005A7879" w:rsidRPr="006B457B">
              <w:rPr>
                <w:b/>
                <w:szCs w:val="20"/>
              </w:rPr>
              <w:t xml:space="preserve"> Certified</w:t>
            </w:r>
            <w:r>
              <w:rPr>
                <w:b/>
                <w:szCs w:val="20"/>
              </w:rPr>
              <w:t>,</w:t>
            </w:r>
            <w:r w:rsidR="005A7879" w:rsidRPr="006B457B">
              <w:rPr>
                <w:b/>
                <w:szCs w:val="20"/>
              </w:rPr>
              <w:t xml:space="preserve"> or Uncertifie</w:t>
            </w:r>
            <w:r>
              <w:rPr>
                <w:b/>
                <w:szCs w:val="20"/>
              </w:rPr>
              <w:t>d)</w:t>
            </w:r>
          </w:p>
        </w:tc>
        <w:tc>
          <w:tcPr>
            <w:tcW w:w="795" w:type="pct"/>
            <w:shd w:val="clear" w:color="auto" w:fill="FFE69E" w:themeFill="text1" w:themeFillTint="66"/>
            <w:vAlign w:val="center"/>
          </w:tcPr>
          <w:p w14:paraId="03359CCA" w14:textId="77777777" w:rsidR="005A7879" w:rsidRPr="006B457B" w:rsidRDefault="005A7879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Total </w:t>
            </w:r>
            <w:r w:rsidR="005D4119" w:rsidRPr="006B457B">
              <w:rPr>
                <w:b/>
                <w:szCs w:val="20"/>
              </w:rPr>
              <w:t>Cost Reused</w:t>
            </w:r>
          </w:p>
        </w:tc>
        <w:tc>
          <w:tcPr>
            <w:tcW w:w="803" w:type="pct"/>
            <w:shd w:val="clear" w:color="auto" w:fill="FFE69E" w:themeFill="text1" w:themeFillTint="66"/>
            <w:vAlign w:val="center"/>
          </w:tcPr>
          <w:p w14:paraId="3ACCB27F" w14:textId="77777777" w:rsidR="005A7879" w:rsidRPr="006B457B" w:rsidRDefault="005A7879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Total </w:t>
            </w:r>
            <w:r w:rsidR="005D4119" w:rsidRPr="006B457B">
              <w:rPr>
                <w:b/>
                <w:szCs w:val="20"/>
              </w:rPr>
              <w:t>Cost Certified</w:t>
            </w:r>
          </w:p>
        </w:tc>
        <w:tc>
          <w:tcPr>
            <w:tcW w:w="951" w:type="pct"/>
            <w:shd w:val="clear" w:color="auto" w:fill="FFE69E" w:themeFill="text1" w:themeFillTint="66"/>
            <w:vAlign w:val="center"/>
          </w:tcPr>
          <w:p w14:paraId="59E8860F" w14:textId="77777777" w:rsidR="005D4119" w:rsidRPr="0052026E" w:rsidRDefault="005A7879" w:rsidP="00575DDF">
            <w:pPr>
              <w:rPr>
                <w:b/>
                <w:szCs w:val="20"/>
              </w:rPr>
            </w:pPr>
            <w:r w:rsidRPr="00D61F11">
              <w:rPr>
                <w:b/>
                <w:szCs w:val="20"/>
              </w:rPr>
              <w:t xml:space="preserve">Total </w:t>
            </w:r>
            <w:r w:rsidR="005D4119" w:rsidRPr="00D61F11">
              <w:rPr>
                <w:b/>
                <w:szCs w:val="20"/>
              </w:rPr>
              <w:t>Cost Uncertifie</w:t>
            </w:r>
            <w:r w:rsidR="005D4119">
              <w:rPr>
                <w:b/>
                <w:szCs w:val="20"/>
              </w:rPr>
              <w:t>d</w:t>
            </w:r>
            <w:r w:rsidR="005D4119">
              <w:rPr>
                <w:b/>
                <w:szCs w:val="20"/>
              </w:rPr>
              <w:br/>
              <w:t>(</w:t>
            </w:r>
            <w:proofErr w:type="gramStart"/>
            <w:r w:rsidR="005D4119">
              <w:rPr>
                <w:b/>
                <w:szCs w:val="20"/>
              </w:rPr>
              <w:t>Non-compliant</w:t>
            </w:r>
            <w:proofErr w:type="gramEnd"/>
            <w:r w:rsidR="005D4119">
              <w:rPr>
                <w:b/>
                <w:szCs w:val="20"/>
              </w:rPr>
              <w:t>)</w:t>
            </w:r>
          </w:p>
        </w:tc>
      </w:tr>
      <w:tr w:rsidR="005A7879" w14:paraId="7447A125" w14:textId="77777777" w:rsidTr="00225A81">
        <w:tc>
          <w:tcPr>
            <w:tcW w:w="1634" w:type="pct"/>
          </w:tcPr>
          <w:p w14:paraId="69FFD118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Wood Panels (</w:t>
            </w:r>
            <w:proofErr w:type="gramStart"/>
            <w:r w:rsidRPr="005A7879">
              <w:rPr>
                <w:sz w:val="16"/>
                <w:szCs w:val="16"/>
                <w:lang w:val="en-GB"/>
              </w:rPr>
              <w:t>e.g.</w:t>
            </w:r>
            <w:proofErr w:type="gramEnd"/>
            <w:r w:rsidRPr="005A7879">
              <w:rPr>
                <w:sz w:val="16"/>
                <w:szCs w:val="16"/>
                <w:lang w:val="en-GB"/>
              </w:rPr>
              <w:t xml:space="preserve"> plywood, particleboard and MDF used for formwork, joinery, kitchens, bathrooms)</w:t>
            </w:r>
          </w:p>
        </w:tc>
        <w:tc>
          <w:tcPr>
            <w:tcW w:w="817" w:type="pct"/>
          </w:tcPr>
          <w:p w14:paraId="160583E7" w14:textId="22758435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 xml:space="preserve">Reused / </w:t>
            </w:r>
            <w:r>
              <w:rPr>
                <w:color w:val="8064A2" w:themeColor="accent4"/>
                <w:sz w:val="16"/>
                <w:szCs w:val="16"/>
              </w:rPr>
              <w:br/>
            </w:r>
            <w:r w:rsidR="007B43F7">
              <w:rPr>
                <w:color w:val="8064A2" w:themeColor="accent4"/>
                <w:sz w:val="16"/>
                <w:szCs w:val="16"/>
              </w:rPr>
              <w:t xml:space="preserve">PEFC </w:t>
            </w:r>
            <w:r>
              <w:rPr>
                <w:color w:val="8064A2" w:themeColor="accent4"/>
                <w:sz w:val="16"/>
                <w:szCs w:val="16"/>
              </w:rPr>
              <w:t xml:space="preserve">Certified / </w:t>
            </w:r>
            <w:r w:rsidR="007B43F7">
              <w:rPr>
                <w:color w:val="8064A2" w:themeColor="accent4"/>
                <w:sz w:val="16"/>
                <w:szCs w:val="16"/>
              </w:rPr>
              <w:t xml:space="preserve">FSC Certified/ </w:t>
            </w:r>
            <w:r>
              <w:rPr>
                <w:color w:val="8064A2" w:themeColor="accent4"/>
                <w:sz w:val="16"/>
                <w:szCs w:val="16"/>
              </w:rPr>
              <w:t>Uncertified</w:t>
            </w:r>
          </w:p>
        </w:tc>
        <w:tc>
          <w:tcPr>
            <w:tcW w:w="795" w:type="pct"/>
          </w:tcPr>
          <w:p w14:paraId="6CA1E3E5" w14:textId="77777777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>$</w:t>
            </w:r>
          </w:p>
        </w:tc>
        <w:tc>
          <w:tcPr>
            <w:tcW w:w="803" w:type="pct"/>
          </w:tcPr>
          <w:p w14:paraId="19B0C420" w14:textId="77777777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>$</w:t>
            </w:r>
          </w:p>
        </w:tc>
        <w:tc>
          <w:tcPr>
            <w:tcW w:w="951" w:type="pct"/>
          </w:tcPr>
          <w:p w14:paraId="2D60C3E3" w14:textId="77777777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>$</w:t>
            </w:r>
          </w:p>
        </w:tc>
      </w:tr>
      <w:tr w:rsidR="00D61F11" w14:paraId="470EC4C7" w14:textId="77777777" w:rsidTr="00225A81">
        <w:tc>
          <w:tcPr>
            <w:tcW w:w="1634" w:type="pct"/>
          </w:tcPr>
          <w:p w14:paraId="7AFE05CB" w14:textId="77777777" w:rsidR="00D61F11" w:rsidRPr="005A7879" w:rsidRDefault="00D61F11" w:rsidP="005A787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Formwork and hoarding</w:t>
            </w:r>
          </w:p>
        </w:tc>
        <w:tc>
          <w:tcPr>
            <w:tcW w:w="817" w:type="pct"/>
          </w:tcPr>
          <w:p w14:paraId="7E313899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41554F86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0D8B0F5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1409625A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018F2DE1" w14:textId="77777777" w:rsidTr="00225A81">
        <w:tc>
          <w:tcPr>
            <w:tcW w:w="1634" w:type="pct"/>
          </w:tcPr>
          <w:p w14:paraId="1C9FE079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Doors</w:t>
            </w:r>
          </w:p>
        </w:tc>
        <w:tc>
          <w:tcPr>
            <w:tcW w:w="817" w:type="pct"/>
          </w:tcPr>
          <w:p w14:paraId="3C733968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2B6E0E25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3821603B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73759983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300E3EEB" w14:textId="77777777" w:rsidTr="00225A81">
        <w:tc>
          <w:tcPr>
            <w:tcW w:w="1634" w:type="pct"/>
          </w:tcPr>
          <w:p w14:paraId="6CDFCACE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Skirting boards</w:t>
            </w:r>
          </w:p>
        </w:tc>
        <w:tc>
          <w:tcPr>
            <w:tcW w:w="817" w:type="pct"/>
          </w:tcPr>
          <w:p w14:paraId="60743845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659FA8F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3922469A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72FB5C3B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31BFC96F" w14:textId="77777777" w:rsidTr="00225A81">
        <w:tc>
          <w:tcPr>
            <w:tcW w:w="1634" w:type="pct"/>
          </w:tcPr>
          <w:p w14:paraId="2D907E09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Architraves</w:t>
            </w:r>
          </w:p>
        </w:tc>
        <w:tc>
          <w:tcPr>
            <w:tcW w:w="817" w:type="pct"/>
          </w:tcPr>
          <w:p w14:paraId="1B3FEFBF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7EDD2902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57B1B87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5EDBCFCD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366875" w14:paraId="7A29FF71" w14:textId="77777777" w:rsidTr="00225A81">
        <w:tc>
          <w:tcPr>
            <w:tcW w:w="1634" w:type="pct"/>
          </w:tcPr>
          <w:p w14:paraId="259F78A0" w14:textId="77777777" w:rsidR="00366875" w:rsidRPr="005A7879" w:rsidRDefault="00366875" w:rsidP="005A787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Installed furnishings or balustrades</w:t>
            </w:r>
          </w:p>
        </w:tc>
        <w:tc>
          <w:tcPr>
            <w:tcW w:w="817" w:type="pct"/>
          </w:tcPr>
          <w:p w14:paraId="71E348AC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3767D151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24D5DA62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3B279FCB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16F22C0E" w14:textId="77777777" w:rsidTr="00225A81">
        <w:tc>
          <w:tcPr>
            <w:tcW w:w="1634" w:type="pct"/>
          </w:tcPr>
          <w:p w14:paraId="383983F1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Structural Timber (pylons, beams, laminate beams, etc.)</w:t>
            </w:r>
          </w:p>
        </w:tc>
        <w:tc>
          <w:tcPr>
            <w:tcW w:w="817" w:type="pct"/>
          </w:tcPr>
          <w:p w14:paraId="118791FD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18F85DCC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B330825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3FCC2D4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366875" w14:paraId="1A664E27" w14:textId="77777777" w:rsidTr="00225A81">
        <w:tc>
          <w:tcPr>
            <w:tcW w:w="1634" w:type="pct"/>
          </w:tcPr>
          <w:p w14:paraId="6390C317" w14:textId="77777777" w:rsidR="00366875" w:rsidRPr="005A7879" w:rsidRDefault="00366875" w:rsidP="005A787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External and internal cladding</w:t>
            </w:r>
          </w:p>
        </w:tc>
        <w:tc>
          <w:tcPr>
            <w:tcW w:w="817" w:type="pct"/>
          </w:tcPr>
          <w:p w14:paraId="4399376D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67F023EA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29EC79D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205C9253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41554C48" w14:textId="77777777" w:rsidTr="00225A81">
        <w:tc>
          <w:tcPr>
            <w:tcW w:w="1634" w:type="pct"/>
          </w:tcPr>
          <w:p w14:paraId="61D0EA0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 xml:space="preserve">[Other timber </w:t>
            </w:r>
            <w:proofErr w:type="gramStart"/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>uses</w:t>
            </w:r>
            <w:proofErr w:type="gramEnd"/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 xml:space="preserve"> and timber products not mentioned in </w:t>
            </w:r>
            <w:r w:rsidR="005D4119">
              <w:rPr>
                <w:color w:val="8064A2" w:themeColor="accent4"/>
                <w:sz w:val="16"/>
                <w:szCs w:val="16"/>
                <w:lang w:val="en-GB"/>
              </w:rPr>
              <w:t xml:space="preserve">this </w:t>
            </w:r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>table]</w:t>
            </w:r>
          </w:p>
        </w:tc>
        <w:tc>
          <w:tcPr>
            <w:tcW w:w="817" w:type="pct"/>
          </w:tcPr>
          <w:p w14:paraId="26AF3A21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2B55DC2E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17ECA28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6C2422BB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645ADCFA" w14:textId="77777777" w:rsidTr="00225A81">
        <w:tc>
          <w:tcPr>
            <w:tcW w:w="2451" w:type="pct"/>
            <w:gridSpan w:val="2"/>
          </w:tcPr>
          <w:p w14:paraId="005C32D0" w14:textId="77777777" w:rsidR="005A7879" w:rsidRPr="00225A81" w:rsidRDefault="005A7879" w:rsidP="005A7879">
            <w:pPr>
              <w:rPr>
                <w:b/>
                <w:szCs w:val="16"/>
              </w:rPr>
            </w:pPr>
            <w:r w:rsidRPr="00225A81">
              <w:rPr>
                <w:b/>
                <w:szCs w:val="16"/>
                <w:lang w:val="en-GB"/>
              </w:rPr>
              <w:t>Sub-total costs</w:t>
            </w:r>
          </w:p>
        </w:tc>
        <w:tc>
          <w:tcPr>
            <w:tcW w:w="795" w:type="pct"/>
          </w:tcPr>
          <w:p w14:paraId="6C160211" w14:textId="77777777" w:rsidR="005A7879" w:rsidRPr="005A7879" w:rsidRDefault="005A787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(sum above)</w:t>
            </w:r>
          </w:p>
        </w:tc>
        <w:tc>
          <w:tcPr>
            <w:tcW w:w="803" w:type="pct"/>
          </w:tcPr>
          <w:p w14:paraId="235A4256" w14:textId="77777777" w:rsidR="005A7879" w:rsidRPr="005A7879" w:rsidRDefault="005A787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(sum above)</w:t>
            </w:r>
          </w:p>
        </w:tc>
        <w:tc>
          <w:tcPr>
            <w:tcW w:w="951" w:type="pct"/>
          </w:tcPr>
          <w:p w14:paraId="58AF9E5B" w14:textId="77777777" w:rsidR="005A7879" w:rsidRPr="005A7879" w:rsidRDefault="005A787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(sum above)</w:t>
            </w:r>
          </w:p>
        </w:tc>
      </w:tr>
      <w:tr w:rsidR="005A7879" w14:paraId="143C9A14" w14:textId="77777777" w:rsidTr="00225A81">
        <w:tc>
          <w:tcPr>
            <w:tcW w:w="2451" w:type="pct"/>
            <w:gridSpan w:val="2"/>
          </w:tcPr>
          <w:p w14:paraId="0CDC4D72" w14:textId="77777777" w:rsidR="005A7879" w:rsidRPr="00225A81" w:rsidRDefault="005A7879" w:rsidP="00575DDF">
            <w:pPr>
              <w:rPr>
                <w:b/>
                <w:szCs w:val="16"/>
              </w:rPr>
            </w:pPr>
            <w:r w:rsidRPr="00225A81">
              <w:rPr>
                <w:b/>
                <w:szCs w:val="16"/>
                <w:lang w:val="en-GB"/>
              </w:rPr>
              <w:t xml:space="preserve">Total cost of all timber </w:t>
            </w:r>
            <w:r w:rsidR="005D4119">
              <w:rPr>
                <w:b/>
                <w:szCs w:val="16"/>
                <w:lang w:val="en-GB"/>
              </w:rPr>
              <w:t>used</w:t>
            </w:r>
            <w:r w:rsidR="005D4119" w:rsidRPr="00225A81">
              <w:rPr>
                <w:b/>
                <w:szCs w:val="16"/>
                <w:lang w:val="en-GB"/>
              </w:rPr>
              <w:t xml:space="preserve"> </w:t>
            </w:r>
            <w:r w:rsidRPr="00225A81">
              <w:rPr>
                <w:b/>
                <w:szCs w:val="16"/>
                <w:lang w:val="en-GB"/>
              </w:rPr>
              <w:t xml:space="preserve">in the </w:t>
            </w:r>
            <w:r w:rsidR="008B643E" w:rsidRPr="00225A81">
              <w:rPr>
                <w:b/>
                <w:szCs w:val="16"/>
                <w:lang w:val="en-GB"/>
              </w:rPr>
              <w:t>fitout</w:t>
            </w:r>
          </w:p>
        </w:tc>
        <w:tc>
          <w:tcPr>
            <w:tcW w:w="2549" w:type="pct"/>
            <w:gridSpan w:val="3"/>
          </w:tcPr>
          <w:p w14:paraId="7A93D418" w14:textId="77777777" w:rsidR="005A7879" w:rsidRPr="005A7879" w:rsidRDefault="005A7879" w:rsidP="00575DDF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total r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eused + 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total c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ertified + 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total u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>ncertified)</w:t>
            </w:r>
          </w:p>
        </w:tc>
      </w:tr>
      <w:tr w:rsidR="005D4119" w14:paraId="6D6B2E65" w14:textId="77777777" w:rsidTr="005D4119">
        <w:tc>
          <w:tcPr>
            <w:tcW w:w="2451" w:type="pct"/>
            <w:gridSpan w:val="2"/>
          </w:tcPr>
          <w:p w14:paraId="73EFA065" w14:textId="77777777" w:rsidR="005D4119" w:rsidRPr="00225A81" w:rsidRDefault="005D4119" w:rsidP="00575DDF">
            <w:pPr>
              <w:rPr>
                <w:b/>
                <w:szCs w:val="16"/>
              </w:rPr>
            </w:pPr>
            <w:r>
              <w:rPr>
                <w:b/>
                <w:szCs w:val="16"/>
                <w:lang w:val="en-GB"/>
              </w:rPr>
              <w:t>T</w:t>
            </w:r>
            <w:r w:rsidRPr="00225A81">
              <w:rPr>
                <w:b/>
                <w:szCs w:val="16"/>
                <w:lang w:val="en-GB"/>
              </w:rPr>
              <w:t>otal cost of reused and certified timber</w:t>
            </w:r>
          </w:p>
        </w:tc>
        <w:tc>
          <w:tcPr>
            <w:tcW w:w="2549" w:type="pct"/>
            <w:gridSpan w:val="3"/>
          </w:tcPr>
          <w:p w14:paraId="4AE92632" w14:textId="77777777" w:rsidR="005D4119" w:rsidRPr="005A7879" w:rsidRDefault="005D411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>
              <w:rPr>
                <w:b/>
                <w:color w:val="8064A2" w:themeColor="accent4"/>
                <w:sz w:val="16"/>
                <w:szCs w:val="16"/>
              </w:rPr>
              <w:t xml:space="preserve"> 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(total reused + total certified)</w:t>
            </w:r>
          </w:p>
        </w:tc>
      </w:tr>
      <w:tr w:rsidR="005A7879" w14:paraId="7F319811" w14:textId="77777777" w:rsidTr="00225A81">
        <w:tc>
          <w:tcPr>
            <w:tcW w:w="2451" w:type="pct"/>
            <w:gridSpan w:val="2"/>
          </w:tcPr>
          <w:p w14:paraId="43DFB78D" w14:textId="77777777" w:rsidR="005A7879" w:rsidRPr="00225A81" w:rsidRDefault="005A7879" w:rsidP="005A7879">
            <w:pPr>
              <w:rPr>
                <w:b/>
                <w:szCs w:val="16"/>
              </w:rPr>
            </w:pPr>
            <w:r w:rsidRPr="00225A81">
              <w:rPr>
                <w:b/>
                <w:szCs w:val="16"/>
                <w:lang w:val="en-GB"/>
              </w:rPr>
              <w:t>Total cost of reused and certified timber as a percentage of total timber cost</w:t>
            </w:r>
          </w:p>
        </w:tc>
        <w:tc>
          <w:tcPr>
            <w:tcW w:w="2549" w:type="pct"/>
            <w:gridSpan w:val="3"/>
          </w:tcPr>
          <w:p w14:paraId="7891748F" w14:textId="77777777" w:rsidR="005A7879" w:rsidRPr="005A7879" w:rsidRDefault="00575DDF" w:rsidP="00575DDF">
            <w:pPr>
              <w:rPr>
                <w:b/>
                <w:color w:val="8064A2" w:themeColor="accent4"/>
                <w:sz w:val="16"/>
                <w:szCs w:val="16"/>
              </w:rPr>
            </w:pPr>
            <w:r>
              <w:rPr>
                <w:b/>
                <w:color w:val="8064A2" w:themeColor="accent4"/>
                <w:sz w:val="16"/>
                <w:szCs w:val="16"/>
              </w:rPr>
              <w:t>##</w:t>
            </w:r>
            <w:r w:rsidR="005A7879" w:rsidRPr="005A7879">
              <w:rPr>
                <w:b/>
                <w:color w:val="8064A2" w:themeColor="accent4"/>
                <w:sz w:val="16"/>
                <w:szCs w:val="16"/>
              </w:rPr>
              <w:t>%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 xml:space="preserve"> (total cost of reused and certified timber) / (total cost of all timber used in the fitout)</w:t>
            </w:r>
          </w:p>
        </w:tc>
      </w:tr>
    </w:tbl>
    <w:p w14:paraId="6FE0FF0B" w14:textId="77777777" w:rsidR="003319BA" w:rsidRDefault="003319BA" w:rsidP="005D4119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7950209" w14:textId="77777777" w:rsidR="005D4119" w:rsidRDefault="005D4119" w:rsidP="005D4119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A7BD1FB" w14:textId="77777777" w:rsidR="005D4119" w:rsidRPr="00F44703" w:rsidRDefault="005D4119" w:rsidP="005D4119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D4119" w14:paraId="500153BF" w14:textId="77777777" w:rsidTr="004716BA">
        <w:tc>
          <w:tcPr>
            <w:tcW w:w="6912" w:type="dxa"/>
            <w:shd w:val="clear" w:color="auto" w:fill="FFE69D"/>
          </w:tcPr>
          <w:p w14:paraId="2B338BA9" w14:textId="77777777" w:rsidR="005D4119" w:rsidRPr="00F44703" w:rsidRDefault="005D4119" w:rsidP="004716B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381A76F" w14:textId="77777777" w:rsidR="005D4119" w:rsidRPr="00F44703" w:rsidRDefault="005D4119" w:rsidP="004716B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D4119" w14:paraId="13550BDA" w14:textId="77777777" w:rsidTr="004716BA">
        <w:tc>
          <w:tcPr>
            <w:tcW w:w="6912" w:type="dxa"/>
          </w:tcPr>
          <w:p w14:paraId="5DF69B21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8AA2B89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D4119" w14:paraId="5E9B1D0F" w14:textId="77777777" w:rsidTr="004716BA">
        <w:tc>
          <w:tcPr>
            <w:tcW w:w="6912" w:type="dxa"/>
          </w:tcPr>
          <w:p w14:paraId="40B45EF2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2AB3EF5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FB6C367" w14:textId="77777777" w:rsidR="000B21FB" w:rsidRDefault="000B21FB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21734965" w14:textId="77777777" w:rsidR="005A7879" w:rsidRDefault="002E65E1" w:rsidP="005A7879">
      <w:pPr>
        <w:pStyle w:val="Heading2"/>
      </w:pPr>
      <w:r>
        <w:lastRenderedPageBreak/>
        <w:t>20.</w:t>
      </w:r>
      <w:r w:rsidR="008B643E">
        <w:t xml:space="preserve">2 </w:t>
      </w:r>
      <w:r w:rsidR="00575DDF" w:rsidRPr="00225A81">
        <w:t>Permanent Formwork, Pipes, Flooring, Blinds and Cables</w:t>
      </w:r>
    </w:p>
    <w:tbl>
      <w:tblPr>
        <w:tblStyle w:val="Style1"/>
        <w:tblpPr w:leftFromText="180" w:rightFromText="180" w:vertAnchor="text" w:horzAnchor="margin" w:tblpY="144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D23F0F" w:rsidRPr="003A2BE3" w14:paraId="36574D61" w14:textId="77777777" w:rsidTr="005D7BA2">
        <w:tc>
          <w:tcPr>
            <w:tcW w:w="4074" w:type="pct"/>
            <w:vAlign w:val="center"/>
          </w:tcPr>
          <w:p w14:paraId="517A103C" w14:textId="77777777" w:rsidR="00D23F0F" w:rsidRDefault="00D23F0F" w:rsidP="00D23F0F">
            <w:r>
              <w:t xml:space="preserve">At least </w:t>
            </w:r>
            <w:r w:rsidRPr="00ED7344">
              <w:t xml:space="preserve">90% (by cost) of </w:t>
            </w:r>
            <w:proofErr w:type="gramStart"/>
            <w:r>
              <w:t>all  permanent</w:t>
            </w:r>
            <w:proofErr w:type="gramEnd"/>
            <w:r>
              <w:t xml:space="preserve"> formwork, pipes, flooring </w:t>
            </w:r>
            <w:r w:rsidRPr="00C1320F">
              <w:t xml:space="preserve">blinds </w:t>
            </w:r>
            <w:r>
              <w:t>and cables</w:t>
            </w:r>
            <w:r w:rsidDel="00575DDF">
              <w:t xml:space="preserve"> </w:t>
            </w:r>
            <w:r w:rsidRPr="00ED7344">
              <w:t xml:space="preserve">in </w:t>
            </w:r>
            <w:r>
              <w:t>the</w:t>
            </w:r>
            <w:r w:rsidRPr="00ED7344">
              <w:t xml:space="preserve"> project either</w:t>
            </w:r>
            <w:r>
              <w:t xml:space="preserve"> d</w:t>
            </w:r>
            <w:r w:rsidRPr="00F97651">
              <w:t>o not contain PVC</w:t>
            </w:r>
            <w:r>
              <w:t xml:space="preserve"> and have a recognised product declaration or m</w:t>
            </w:r>
            <w:r w:rsidRPr="00ED7344">
              <w:t>eet</w:t>
            </w:r>
            <w:r>
              <w:t xml:space="preserve"> the</w:t>
            </w:r>
            <w:r w:rsidRPr="00ED7344">
              <w:t xml:space="preserve"> </w:t>
            </w:r>
            <w:r w:rsidRPr="00225A81">
              <w:rPr>
                <w:i/>
              </w:rPr>
              <w:t>Best Practice Guidelines for PVC</w:t>
            </w:r>
            <w: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22927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DA59D" w14:textId="77777777" w:rsidR="00D23F0F" w:rsidRPr="003A2BE3" w:rsidRDefault="00D23F0F" w:rsidP="005D7BA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9B17D64" w14:textId="77777777" w:rsidR="000B21FB" w:rsidRDefault="000B21FB"/>
    <w:tbl>
      <w:tblPr>
        <w:tblStyle w:val="Style1"/>
        <w:tblW w:w="4958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2736"/>
        <w:gridCol w:w="1207"/>
        <w:gridCol w:w="2254"/>
        <w:gridCol w:w="1386"/>
        <w:gridCol w:w="1368"/>
      </w:tblGrid>
      <w:tr w:rsidR="005A7879" w14:paraId="747A6299" w14:textId="77777777" w:rsidTr="00225A81">
        <w:tc>
          <w:tcPr>
            <w:tcW w:w="5000" w:type="pct"/>
            <w:gridSpan w:val="5"/>
          </w:tcPr>
          <w:p w14:paraId="2924666E" w14:textId="77777777" w:rsidR="005A7879" w:rsidRPr="00D72F59" w:rsidRDefault="00366875" w:rsidP="00575DDF">
            <w:pPr>
              <w:pStyle w:val="Criterion"/>
            </w:pPr>
            <w:r>
              <w:t xml:space="preserve">PVC </w:t>
            </w:r>
            <w:r w:rsidRPr="00D72F59">
              <w:t xml:space="preserve">schedule </w:t>
            </w:r>
          </w:p>
        </w:tc>
      </w:tr>
      <w:tr w:rsidR="00C71EBB" w:rsidRPr="00366875" w14:paraId="0E540389" w14:textId="77777777" w:rsidTr="00225A81">
        <w:tc>
          <w:tcPr>
            <w:tcW w:w="1529" w:type="pct"/>
            <w:shd w:val="clear" w:color="auto" w:fill="FFE69E" w:themeFill="text1" w:themeFillTint="66"/>
            <w:vAlign w:val="center"/>
          </w:tcPr>
          <w:p w14:paraId="16258337" w14:textId="77777777" w:rsidR="00BD3C9A" w:rsidRPr="006B457B" w:rsidRDefault="00BD3C9A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Description of </w:t>
            </w:r>
            <w:r>
              <w:rPr>
                <w:b/>
                <w:szCs w:val="20"/>
              </w:rPr>
              <w:t xml:space="preserve">PVC Type and Product </w:t>
            </w:r>
          </w:p>
        </w:tc>
        <w:tc>
          <w:tcPr>
            <w:tcW w:w="674" w:type="pct"/>
            <w:shd w:val="clear" w:color="auto" w:fill="FFE69E" w:themeFill="text1" w:themeFillTint="66"/>
            <w:vAlign w:val="center"/>
          </w:tcPr>
          <w:p w14:paraId="3827A3BB" w14:textId="77777777" w:rsidR="00BD3C9A" w:rsidRPr="006B457B" w:rsidRDefault="00BD3C9A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>Contains PVC (Y/N)</w:t>
            </w:r>
          </w:p>
        </w:tc>
        <w:tc>
          <w:tcPr>
            <w:tcW w:w="1259" w:type="pct"/>
            <w:shd w:val="clear" w:color="auto" w:fill="FFE69E" w:themeFill="text1" w:themeFillTint="66"/>
            <w:vAlign w:val="center"/>
          </w:tcPr>
          <w:p w14:paraId="63C11319" w14:textId="77777777" w:rsidR="00BD3C9A" w:rsidRPr="006B457B" w:rsidRDefault="00BD3C9A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Compliant with Best Practice Guidelines for PVC or has </w:t>
            </w:r>
            <w:r>
              <w:rPr>
                <w:b/>
                <w:szCs w:val="20"/>
              </w:rPr>
              <w:t xml:space="preserve">Product Declaration </w:t>
            </w:r>
            <w:r w:rsidRPr="00F42A3D">
              <w:rPr>
                <w:b/>
                <w:szCs w:val="20"/>
              </w:rPr>
              <w:t>(Y/N)</w:t>
            </w:r>
          </w:p>
        </w:tc>
        <w:tc>
          <w:tcPr>
            <w:tcW w:w="774" w:type="pct"/>
            <w:shd w:val="clear" w:color="auto" w:fill="FFE69E" w:themeFill="text1" w:themeFillTint="66"/>
            <w:vAlign w:val="center"/>
          </w:tcPr>
          <w:p w14:paraId="0106A1F1" w14:textId="77777777" w:rsidR="00BD3C9A" w:rsidRPr="006B457B" w:rsidRDefault="00C71EBB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Total Cost </w:t>
            </w:r>
            <w:r w:rsidR="00BD3C9A" w:rsidRPr="006B457B">
              <w:rPr>
                <w:b/>
                <w:szCs w:val="20"/>
              </w:rPr>
              <w:t>Compliant product</w:t>
            </w:r>
          </w:p>
        </w:tc>
        <w:tc>
          <w:tcPr>
            <w:tcW w:w="764" w:type="pct"/>
            <w:shd w:val="clear" w:color="auto" w:fill="FFE69E" w:themeFill="text1" w:themeFillTint="66"/>
            <w:vAlign w:val="center"/>
          </w:tcPr>
          <w:p w14:paraId="767F57B0" w14:textId="77777777" w:rsidR="00BD3C9A" w:rsidRPr="006B457B" w:rsidRDefault="00C71EBB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Total Cost </w:t>
            </w:r>
            <w:r w:rsidR="00BD3C9A" w:rsidRPr="006B457B">
              <w:rPr>
                <w:b/>
                <w:szCs w:val="20"/>
              </w:rPr>
              <w:t>Non-</w:t>
            </w:r>
            <w:r>
              <w:rPr>
                <w:b/>
                <w:szCs w:val="20"/>
              </w:rPr>
              <w:t>c</w:t>
            </w:r>
            <w:r w:rsidR="00BD3C9A" w:rsidRPr="006B457B">
              <w:rPr>
                <w:b/>
                <w:szCs w:val="20"/>
              </w:rPr>
              <w:t>ompliant product</w:t>
            </w:r>
          </w:p>
        </w:tc>
      </w:tr>
      <w:tr w:rsidR="00C71EBB" w:rsidRPr="00761685" w14:paraId="26C66290" w14:textId="77777777" w:rsidTr="00225A81">
        <w:tc>
          <w:tcPr>
            <w:tcW w:w="1529" w:type="pct"/>
          </w:tcPr>
          <w:p w14:paraId="481862E1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Pipe – X0078</w:t>
            </w:r>
          </w:p>
        </w:tc>
        <w:tc>
          <w:tcPr>
            <w:tcW w:w="674" w:type="pct"/>
          </w:tcPr>
          <w:p w14:paraId="6A962FD9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Y/N</w:t>
            </w:r>
          </w:p>
        </w:tc>
        <w:tc>
          <w:tcPr>
            <w:tcW w:w="1259" w:type="pct"/>
          </w:tcPr>
          <w:p w14:paraId="1EB67711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  <w:lang w:val="en-US"/>
              </w:rPr>
              <w:t>Y/N</w:t>
            </w:r>
          </w:p>
        </w:tc>
        <w:tc>
          <w:tcPr>
            <w:tcW w:w="774" w:type="pct"/>
          </w:tcPr>
          <w:p w14:paraId="59029BD8" w14:textId="77777777" w:rsidR="00BD3C9A" w:rsidRPr="00225A81" w:rsidRDefault="00BD3C9A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$</w:t>
            </w:r>
          </w:p>
        </w:tc>
        <w:tc>
          <w:tcPr>
            <w:tcW w:w="764" w:type="pct"/>
          </w:tcPr>
          <w:p w14:paraId="5421910C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$</w:t>
            </w:r>
          </w:p>
        </w:tc>
      </w:tr>
      <w:tr w:rsidR="00C71EBB" w:rsidRPr="00761685" w14:paraId="05E777E5" w14:textId="77777777" w:rsidTr="00225A81">
        <w:tc>
          <w:tcPr>
            <w:tcW w:w="1529" w:type="pct"/>
          </w:tcPr>
          <w:p w14:paraId="23BFE2B0" w14:textId="77777777" w:rsidR="00BD3C9A" w:rsidRPr="00225A81" w:rsidRDefault="00BD3C9A" w:rsidP="00D61F11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Conduit – X0079</w:t>
            </w:r>
          </w:p>
        </w:tc>
        <w:tc>
          <w:tcPr>
            <w:tcW w:w="674" w:type="pct"/>
          </w:tcPr>
          <w:p w14:paraId="13685281" w14:textId="77777777" w:rsidR="00BD3C9A" w:rsidRPr="00225A81" w:rsidRDefault="00BD3C9A" w:rsidP="003E5047">
            <w:pPr>
              <w:jc w:val="center"/>
              <w:rPr>
                <w:b/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1259" w:type="pct"/>
          </w:tcPr>
          <w:p w14:paraId="2431ED2A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2A6436FB" w14:textId="77777777" w:rsidR="00BD3C9A" w:rsidRPr="00225A81" w:rsidRDefault="00BD3C9A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619E030A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3EB2A35B" w14:textId="77777777" w:rsidTr="00225A81">
        <w:tc>
          <w:tcPr>
            <w:tcW w:w="1529" w:type="pct"/>
          </w:tcPr>
          <w:p w14:paraId="1BEF36D4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Cables</w:t>
            </w:r>
          </w:p>
        </w:tc>
        <w:tc>
          <w:tcPr>
            <w:tcW w:w="674" w:type="pct"/>
          </w:tcPr>
          <w:p w14:paraId="4317240E" w14:textId="77777777" w:rsidR="00BD3C9A" w:rsidRPr="00225A81" w:rsidRDefault="00BD3C9A" w:rsidP="003E5047">
            <w:pPr>
              <w:jc w:val="center"/>
              <w:rPr>
                <w:b/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1259" w:type="pct"/>
          </w:tcPr>
          <w:p w14:paraId="69CEFA09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445B1A03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7601D0C2" w14:textId="77777777" w:rsidR="00BD3C9A" w:rsidRPr="00225A81" w:rsidRDefault="00BD3C9A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6F930CA0" w14:textId="77777777" w:rsidTr="00225A81">
        <w:tc>
          <w:tcPr>
            <w:tcW w:w="1529" w:type="pct"/>
          </w:tcPr>
          <w:p w14:paraId="66319DB8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Floors</w:t>
            </w:r>
          </w:p>
        </w:tc>
        <w:tc>
          <w:tcPr>
            <w:tcW w:w="674" w:type="pct"/>
          </w:tcPr>
          <w:p w14:paraId="187C7682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1259" w:type="pct"/>
          </w:tcPr>
          <w:p w14:paraId="79DB2AD2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6806B312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6410B23F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3D6EA754" w14:textId="77777777" w:rsidTr="00225A81">
        <w:tc>
          <w:tcPr>
            <w:tcW w:w="1529" w:type="pct"/>
          </w:tcPr>
          <w:p w14:paraId="77584BFC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proofErr w:type="gramStart"/>
            <w:r w:rsidRPr="00225A81">
              <w:rPr>
                <w:color w:val="8064A2" w:themeColor="accent4"/>
                <w:sz w:val="16"/>
                <w:szCs w:val="20"/>
              </w:rPr>
              <w:t>e.g.</w:t>
            </w:r>
            <w:proofErr w:type="gramEnd"/>
            <w:r w:rsidRPr="00225A81">
              <w:rPr>
                <w:color w:val="8064A2" w:themeColor="accent4"/>
                <w:sz w:val="16"/>
                <w:szCs w:val="20"/>
              </w:rPr>
              <w:t xml:space="preserve"> Blinds</w:t>
            </w:r>
          </w:p>
        </w:tc>
        <w:tc>
          <w:tcPr>
            <w:tcW w:w="674" w:type="pct"/>
          </w:tcPr>
          <w:p w14:paraId="1167F81D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1259" w:type="pct"/>
          </w:tcPr>
          <w:p w14:paraId="5CA623DC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6CBA9905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4D8D3673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7D5DD957" w14:textId="77777777" w:rsidTr="00225A81">
        <w:tc>
          <w:tcPr>
            <w:tcW w:w="1529" w:type="pct"/>
          </w:tcPr>
          <w:p w14:paraId="59161B47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 xml:space="preserve">Other </w:t>
            </w:r>
            <w:r w:rsidR="00575DDF">
              <w:rPr>
                <w:color w:val="8064A2" w:themeColor="accent4"/>
                <w:sz w:val="16"/>
                <w:szCs w:val="20"/>
              </w:rPr>
              <w:t xml:space="preserve">PVC </w:t>
            </w:r>
            <w:r w:rsidRPr="00225A81">
              <w:rPr>
                <w:color w:val="8064A2" w:themeColor="accent4"/>
                <w:sz w:val="16"/>
                <w:szCs w:val="20"/>
              </w:rPr>
              <w:t>products</w:t>
            </w:r>
          </w:p>
        </w:tc>
        <w:tc>
          <w:tcPr>
            <w:tcW w:w="674" w:type="pct"/>
          </w:tcPr>
          <w:p w14:paraId="402163DC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1259" w:type="pct"/>
          </w:tcPr>
          <w:p w14:paraId="5C00CC6E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774" w:type="pct"/>
          </w:tcPr>
          <w:p w14:paraId="25AF8C2D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5AA1699F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1E74EBC9" w14:textId="77777777" w:rsidTr="00225A81">
        <w:tc>
          <w:tcPr>
            <w:tcW w:w="3462" w:type="pct"/>
            <w:gridSpan w:val="3"/>
          </w:tcPr>
          <w:p w14:paraId="1467E3FB" w14:textId="77777777" w:rsidR="005A7879" w:rsidRPr="00225A81" w:rsidRDefault="005A7879" w:rsidP="005A7879">
            <w:pPr>
              <w:rPr>
                <w:b/>
                <w:szCs w:val="20"/>
              </w:rPr>
            </w:pPr>
            <w:r w:rsidRPr="00225A81">
              <w:rPr>
                <w:b/>
                <w:szCs w:val="20"/>
              </w:rPr>
              <w:t>Total cost of all compliant</w:t>
            </w:r>
            <w:r w:rsidR="00C71EBB" w:rsidRPr="00225A81">
              <w:rPr>
                <w:b/>
                <w:szCs w:val="20"/>
              </w:rPr>
              <w:t xml:space="preserve"> PVC</w:t>
            </w:r>
            <w:r w:rsidRPr="00225A81">
              <w:rPr>
                <w:b/>
                <w:szCs w:val="20"/>
              </w:rPr>
              <w:t xml:space="preserve"> products</w:t>
            </w:r>
          </w:p>
        </w:tc>
        <w:tc>
          <w:tcPr>
            <w:tcW w:w="774" w:type="pct"/>
          </w:tcPr>
          <w:p w14:paraId="70A1D3F2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764" w:type="pct"/>
            <w:shd w:val="clear" w:color="auto" w:fill="D9D9D9" w:themeFill="background1" w:themeFillShade="D9"/>
          </w:tcPr>
          <w:p w14:paraId="0B4CDADC" w14:textId="77777777" w:rsidR="005A7879" w:rsidRPr="005A7879" w:rsidRDefault="005A7879" w:rsidP="005A7879">
            <w:pPr>
              <w:rPr>
                <w:szCs w:val="20"/>
              </w:rPr>
            </w:pPr>
          </w:p>
        </w:tc>
      </w:tr>
      <w:tr w:rsidR="00C71EBB" w:rsidRPr="00761685" w14:paraId="6B329FD1" w14:textId="77777777" w:rsidTr="00225A81">
        <w:tc>
          <w:tcPr>
            <w:tcW w:w="3462" w:type="pct"/>
            <w:gridSpan w:val="3"/>
          </w:tcPr>
          <w:p w14:paraId="06864AE6" w14:textId="77777777" w:rsidR="005A7879" w:rsidRPr="00225A81" w:rsidRDefault="005A7879" w:rsidP="005A7879">
            <w:pPr>
              <w:rPr>
                <w:b/>
                <w:szCs w:val="20"/>
              </w:rPr>
            </w:pPr>
            <w:r w:rsidRPr="00225A81">
              <w:rPr>
                <w:b/>
                <w:szCs w:val="20"/>
              </w:rPr>
              <w:t xml:space="preserve">Total cost of all non-compliant </w:t>
            </w:r>
            <w:r w:rsidR="00C71EBB" w:rsidRPr="00225A81">
              <w:rPr>
                <w:b/>
                <w:szCs w:val="20"/>
              </w:rPr>
              <w:t xml:space="preserve">PVC </w:t>
            </w:r>
            <w:r w:rsidRPr="00225A81">
              <w:rPr>
                <w:b/>
                <w:szCs w:val="20"/>
              </w:rPr>
              <w:t>products</w:t>
            </w:r>
          </w:p>
        </w:tc>
        <w:tc>
          <w:tcPr>
            <w:tcW w:w="774" w:type="pct"/>
            <w:shd w:val="clear" w:color="auto" w:fill="D9D9D9" w:themeFill="background1" w:themeFillShade="D9"/>
          </w:tcPr>
          <w:p w14:paraId="68F41AF7" w14:textId="77777777" w:rsidR="005A7879" w:rsidRPr="005A7879" w:rsidRDefault="005A7879" w:rsidP="005A7879">
            <w:pPr>
              <w:rPr>
                <w:szCs w:val="20"/>
              </w:rPr>
            </w:pPr>
          </w:p>
        </w:tc>
        <w:tc>
          <w:tcPr>
            <w:tcW w:w="764" w:type="pct"/>
          </w:tcPr>
          <w:p w14:paraId="77BB6585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C71EBB" w:rsidRPr="00761685" w14:paraId="2CE3CBC6" w14:textId="77777777" w:rsidTr="00225A81">
        <w:tc>
          <w:tcPr>
            <w:tcW w:w="3462" w:type="pct"/>
            <w:gridSpan w:val="3"/>
          </w:tcPr>
          <w:p w14:paraId="102A028D" w14:textId="77777777" w:rsidR="003E5047" w:rsidRPr="00225A81" w:rsidRDefault="00575DDF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  <w:r w:rsidR="005A7879" w:rsidRPr="00225A81">
              <w:rPr>
                <w:b/>
                <w:szCs w:val="20"/>
              </w:rPr>
              <w:t xml:space="preserve">otal cost of all </w:t>
            </w:r>
            <w:r w:rsidR="00C71EBB" w:rsidRPr="00225A81">
              <w:rPr>
                <w:b/>
                <w:szCs w:val="20"/>
              </w:rPr>
              <w:t xml:space="preserve">PVC </w:t>
            </w:r>
            <w:r w:rsidR="005A7879" w:rsidRPr="00225A81">
              <w:rPr>
                <w:b/>
                <w:szCs w:val="20"/>
              </w:rPr>
              <w:t>products in schedule</w:t>
            </w:r>
          </w:p>
        </w:tc>
        <w:tc>
          <w:tcPr>
            <w:tcW w:w="1538" w:type="pct"/>
            <w:gridSpan w:val="2"/>
          </w:tcPr>
          <w:p w14:paraId="36B084CF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  <w:r w:rsidR="00C71EBB">
              <w:rPr>
                <w:color w:val="8064A2" w:themeColor="accent4"/>
                <w:szCs w:val="20"/>
              </w:rPr>
              <w:t xml:space="preserve"> (total cost of compliant </w:t>
            </w:r>
            <w:r w:rsidR="00575DDF">
              <w:rPr>
                <w:color w:val="8064A2" w:themeColor="accent4"/>
                <w:szCs w:val="20"/>
              </w:rPr>
              <w:t>+ non-compliant products)</w:t>
            </w:r>
          </w:p>
        </w:tc>
      </w:tr>
      <w:tr w:rsidR="00C71EBB" w:rsidRPr="00761685" w14:paraId="438B0512" w14:textId="77777777" w:rsidTr="00C71EBB">
        <w:tc>
          <w:tcPr>
            <w:tcW w:w="3462" w:type="pct"/>
            <w:gridSpan w:val="3"/>
          </w:tcPr>
          <w:p w14:paraId="3A0D24DA" w14:textId="77777777" w:rsidR="00C71EBB" w:rsidRPr="00225A81" w:rsidRDefault="00C71EBB" w:rsidP="005A7879">
            <w:pPr>
              <w:rPr>
                <w:b/>
                <w:szCs w:val="20"/>
              </w:rPr>
            </w:pPr>
            <w:r w:rsidRPr="00225A81">
              <w:rPr>
                <w:b/>
                <w:szCs w:val="20"/>
              </w:rPr>
              <w:t xml:space="preserve">Percentage of compliant PVC products </w:t>
            </w:r>
          </w:p>
          <w:p w14:paraId="254B8255" w14:textId="77777777" w:rsidR="00C71EBB" w:rsidRPr="00225A81" w:rsidRDefault="00C71EBB" w:rsidP="00055D2A">
            <w:pPr>
              <w:rPr>
                <w:b/>
                <w:szCs w:val="20"/>
              </w:rPr>
            </w:pPr>
          </w:p>
        </w:tc>
        <w:tc>
          <w:tcPr>
            <w:tcW w:w="1538" w:type="pct"/>
            <w:gridSpan w:val="2"/>
          </w:tcPr>
          <w:p w14:paraId="5CD3C720" w14:textId="77777777" w:rsidR="00575DDF" w:rsidRDefault="00575DDF" w:rsidP="00575DDF">
            <w:pPr>
              <w:rPr>
                <w:b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##</w:t>
            </w:r>
            <w:r w:rsidR="00C71EBB" w:rsidRPr="003E5047">
              <w:rPr>
                <w:color w:val="8064A2" w:themeColor="accent4"/>
                <w:szCs w:val="20"/>
                <w:lang w:val="en-US"/>
              </w:rPr>
              <w:t>%</w:t>
            </w:r>
            <w:r>
              <w:rPr>
                <w:color w:val="8064A2" w:themeColor="accent4"/>
                <w:szCs w:val="20"/>
                <w:lang w:val="en-US"/>
              </w:rPr>
              <w:t xml:space="preserve"> (total cost of compliant products / total cost of all PVC products)</w:t>
            </w:r>
          </w:p>
        </w:tc>
      </w:tr>
    </w:tbl>
    <w:p w14:paraId="22DFF53E" w14:textId="77777777" w:rsidR="005D7BA2" w:rsidRDefault="005D7BA2" w:rsidP="005D4119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4D00DB0" w14:textId="77777777" w:rsidR="005D4119" w:rsidRPr="00F44703" w:rsidRDefault="005D4119" w:rsidP="005D4119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D4119" w14:paraId="20E29E58" w14:textId="77777777" w:rsidTr="004716BA">
        <w:tc>
          <w:tcPr>
            <w:tcW w:w="6912" w:type="dxa"/>
            <w:shd w:val="clear" w:color="auto" w:fill="FFE69D"/>
          </w:tcPr>
          <w:p w14:paraId="3CA9DB53" w14:textId="77777777" w:rsidR="005D4119" w:rsidRPr="00F44703" w:rsidRDefault="005D4119" w:rsidP="004716B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B4FD671" w14:textId="77777777" w:rsidR="005D4119" w:rsidRPr="00F44703" w:rsidRDefault="005D4119" w:rsidP="004716B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D4119" w14:paraId="5A360D85" w14:textId="77777777" w:rsidTr="004716BA">
        <w:tc>
          <w:tcPr>
            <w:tcW w:w="6912" w:type="dxa"/>
          </w:tcPr>
          <w:p w14:paraId="30E16206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7A41AB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D4119" w14:paraId="305E64DC" w14:textId="77777777" w:rsidTr="004716BA">
        <w:tc>
          <w:tcPr>
            <w:tcW w:w="6912" w:type="dxa"/>
          </w:tcPr>
          <w:p w14:paraId="66B17D55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2213CD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050070B" w14:textId="77777777" w:rsidR="005D7BA2" w:rsidRDefault="005D7BA2" w:rsidP="00575DDF">
      <w:pPr>
        <w:pStyle w:val="Heading2"/>
      </w:pPr>
    </w:p>
    <w:p w14:paraId="092AF08A" w14:textId="77777777" w:rsidR="00147392" w:rsidRDefault="00147392" w:rsidP="00575DDF">
      <w:pPr>
        <w:pStyle w:val="Heading2"/>
      </w:pPr>
      <w:r w:rsidRPr="001C55B2">
        <w:t>DISCUSSION</w:t>
      </w:r>
    </w:p>
    <w:p w14:paraId="4F5A92CF" w14:textId="77777777" w:rsidR="00147392" w:rsidRPr="000B21FB" w:rsidRDefault="00147392" w:rsidP="000B21F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5D7BA2">
        <w:rPr>
          <w:rFonts w:cstheme="minorHAnsi"/>
          <w:color w:val="auto"/>
        </w:rPr>
        <w:t xml:space="preserve">Certified Assessor(s). </w:t>
      </w:r>
    </w:p>
    <w:p w14:paraId="60BEDD46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3BAA9D" w14:textId="77777777" w:rsidR="00053D9D" w:rsidRDefault="00053D9D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40B7E9" w14:textId="77777777" w:rsidR="003319BA" w:rsidRDefault="003319BA" w:rsidP="00147392">
      <w:pPr>
        <w:pStyle w:val="Heading2"/>
      </w:pPr>
    </w:p>
    <w:p w14:paraId="2D0CF6E5" w14:textId="25A54B26" w:rsidR="00147392" w:rsidRPr="001C55B2" w:rsidRDefault="00147392" w:rsidP="00147392">
      <w:pPr>
        <w:pStyle w:val="Heading2"/>
      </w:pPr>
      <w:r w:rsidRPr="001C55B2">
        <w:t>DECLARATION</w:t>
      </w:r>
    </w:p>
    <w:p w14:paraId="656868F6" w14:textId="77777777" w:rsidR="00147392" w:rsidRDefault="00147392" w:rsidP="0014739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18F80ED" w14:textId="77777777" w:rsidR="00147392" w:rsidRDefault="00147392" w:rsidP="006B457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295202F4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A48120C" w14:textId="77777777" w:rsidR="00053D9D" w:rsidRDefault="00053D9D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9E9342B" w14:textId="77777777" w:rsidR="00053D9D" w:rsidRPr="008B4275" w:rsidRDefault="00053D9D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2833F59" w14:textId="77777777" w:rsidR="00147392" w:rsidRDefault="00147392" w:rsidP="0014739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021F81F" w14:textId="77777777" w:rsidR="00644150" w:rsidRDefault="00F56548" w:rsidP="006B457B">
      <w:pPr>
        <w:pStyle w:val="DateIssue"/>
      </w:pPr>
      <w:r w:rsidDel="00F56548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FAB84" w14:textId="77777777" w:rsidR="00750CA3" w:rsidRDefault="00750CA3" w:rsidP="009A05DF">
      <w:pPr>
        <w:spacing w:before="0" w:after="0" w:line="240" w:lineRule="auto"/>
      </w:pPr>
      <w:r>
        <w:separator/>
      </w:r>
    </w:p>
  </w:endnote>
  <w:endnote w:type="continuationSeparator" w:id="0">
    <w:p w14:paraId="398B7AC7" w14:textId="77777777" w:rsidR="00750CA3" w:rsidRDefault="00750CA3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FF9C" w14:textId="67772367" w:rsidR="008E671C" w:rsidRDefault="008F661B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2B12AA2F" wp14:editId="60960640">
          <wp:simplePos x="0" y="0"/>
          <wp:positionH relativeFrom="margin">
            <wp:align>left</wp:align>
          </wp:positionH>
          <wp:positionV relativeFrom="paragraph">
            <wp:posOffset>98425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EB66903" w14:textId="6A98F1B3" w:rsidR="002B1DF9" w:rsidRDefault="002B1D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9F58" w14:textId="77777777" w:rsidR="00750CA3" w:rsidRDefault="00750CA3" w:rsidP="009A05DF">
      <w:pPr>
        <w:spacing w:before="0" w:after="0" w:line="240" w:lineRule="auto"/>
      </w:pPr>
      <w:r>
        <w:separator/>
      </w:r>
    </w:p>
  </w:footnote>
  <w:footnote w:type="continuationSeparator" w:id="0">
    <w:p w14:paraId="3C78E243" w14:textId="77777777" w:rsidR="00750CA3" w:rsidRDefault="00750CA3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7989" w14:textId="4153EF85" w:rsidR="008843F9" w:rsidRDefault="008843F9" w:rsidP="008843F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8B643E">
      <w:rPr>
        <w:sz w:val="16"/>
        <w:szCs w:val="16"/>
        <w:lang w:val="en-US"/>
      </w:rPr>
      <w:t>Interiors</w:t>
    </w:r>
    <w:r w:rsidR="008E671C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534AF8">
      <w:rPr>
        <w:sz w:val="16"/>
        <w:szCs w:val="16"/>
        <w:lang w:val="en-US"/>
      </w:rPr>
      <w:t>.</w:t>
    </w:r>
    <w:r w:rsidR="008F661B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8E671C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5D7BA2">
      <w:rPr>
        <w:sz w:val="16"/>
        <w:szCs w:val="16"/>
        <w:lang w:val="en-US"/>
      </w:rPr>
      <w:t>v1.</w:t>
    </w:r>
    <w:r w:rsidR="008F661B">
      <w:rPr>
        <w:sz w:val="16"/>
        <w:szCs w:val="16"/>
        <w:lang w:val="en-US"/>
      </w:rPr>
      <w:t>1</w:t>
    </w:r>
  </w:p>
  <w:p w14:paraId="218768AB" w14:textId="77777777" w:rsidR="008843F9" w:rsidRDefault="008843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 w15:restartNumberingAfterBreak="0">
    <w:nsid w:val="4279631E"/>
    <w:multiLevelType w:val="hybridMultilevel"/>
    <w:tmpl w:val="4F2CB08A"/>
    <w:lvl w:ilvl="0" w:tplc="9F46B662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AFF7821"/>
    <w:multiLevelType w:val="hybridMultilevel"/>
    <w:tmpl w:val="E686619A"/>
    <w:lvl w:ilvl="0" w:tplc="9DE618BE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89367A44" w:tentative="1">
      <w:start w:val="1"/>
      <w:numFmt w:val="lowerLetter"/>
      <w:lvlText w:val="%2."/>
      <w:lvlJc w:val="left"/>
      <w:pPr>
        <w:ind w:left="1440" w:hanging="360"/>
      </w:pPr>
    </w:lvl>
    <w:lvl w:ilvl="2" w:tplc="19ECB908" w:tentative="1">
      <w:start w:val="1"/>
      <w:numFmt w:val="lowerRoman"/>
      <w:lvlText w:val="%3."/>
      <w:lvlJc w:val="right"/>
      <w:pPr>
        <w:ind w:left="2160" w:hanging="180"/>
      </w:pPr>
    </w:lvl>
    <w:lvl w:ilvl="3" w:tplc="1CA4279C" w:tentative="1">
      <w:start w:val="1"/>
      <w:numFmt w:val="decimal"/>
      <w:lvlText w:val="%4."/>
      <w:lvlJc w:val="left"/>
      <w:pPr>
        <w:ind w:left="2880" w:hanging="360"/>
      </w:pPr>
    </w:lvl>
    <w:lvl w:ilvl="4" w:tplc="01907194" w:tentative="1">
      <w:start w:val="1"/>
      <w:numFmt w:val="lowerLetter"/>
      <w:lvlText w:val="%5."/>
      <w:lvlJc w:val="left"/>
      <w:pPr>
        <w:ind w:left="3600" w:hanging="360"/>
      </w:pPr>
    </w:lvl>
    <w:lvl w:ilvl="5" w:tplc="B92EC1EE" w:tentative="1">
      <w:start w:val="1"/>
      <w:numFmt w:val="lowerRoman"/>
      <w:lvlText w:val="%6."/>
      <w:lvlJc w:val="right"/>
      <w:pPr>
        <w:ind w:left="4320" w:hanging="180"/>
      </w:pPr>
    </w:lvl>
    <w:lvl w:ilvl="6" w:tplc="393C1B4A" w:tentative="1">
      <w:start w:val="1"/>
      <w:numFmt w:val="decimal"/>
      <w:lvlText w:val="%7."/>
      <w:lvlJc w:val="left"/>
      <w:pPr>
        <w:ind w:left="5040" w:hanging="360"/>
      </w:pPr>
    </w:lvl>
    <w:lvl w:ilvl="7" w:tplc="6504D11C" w:tentative="1">
      <w:start w:val="1"/>
      <w:numFmt w:val="lowerLetter"/>
      <w:lvlText w:val="%8."/>
      <w:lvlJc w:val="left"/>
      <w:pPr>
        <w:ind w:left="5760" w:hanging="360"/>
      </w:pPr>
    </w:lvl>
    <w:lvl w:ilvl="8" w:tplc="CDD2A6FE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620220">
    <w:abstractNumId w:val="1"/>
  </w:num>
  <w:num w:numId="2" w16cid:durableId="119148418">
    <w:abstractNumId w:val="4"/>
  </w:num>
  <w:num w:numId="3" w16cid:durableId="670180666">
    <w:abstractNumId w:val="5"/>
  </w:num>
  <w:num w:numId="4" w16cid:durableId="1006593611">
    <w:abstractNumId w:val="2"/>
  </w:num>
  <w:num w:numId="5" w16cid:durableId="1383794636">
    <w:abstractNumId w:val="3"/>
  </w:num>
  <w:num w:numId="6" w16cid:durableId="97348226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QOiljrNERy6Ov5GMOHV7AHB82NPCLdk6yacZhQWAnSBu2z9eZQaDOHo2r4nzIZN1EnEfuK0ksRx60oWlVyn8Cw==" w:salt="wJ0gKxVIh7WzKhXawDpSM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LC0MARCE3MLAyUdpeDU4uLM/DyQAsNaAGxMNUcsAAAA"/>
  </w:docVars>
  <w:rsids>
    <w:rsidRoot w:val="00FF4A3B"/>
    <w:rsid w:val="00013834"/>
    <w:rsid w:val="00015B85"/>
    <w:rsid w:val="00017B56"/>
    <w:rsid w:val="0002622D"/>
    <w:rsid w:val="0003486C"/>
    <w:rsid w:val="00041305"/>
    <w:rsid w:val="000414A1"/>
    <w:rsid w:val="00053D9D"/>
    <w:rsid w:val="00055D2A"/>
    <w:rsid w:val="000A1AE3"/>
    <w:rsid w:val="000B21FB"/>
    <w:rsid w:val="000E1601"/>
    <w:rsid w:val="00117782"/>
    <w:rsid w:val="00126C72"/>
    <w:rsid w:val="00140853"/>
    <w:rsid w:val="00145EF1"/>
    <w:rsid w:val="00147392"/>
    <w:rsid w:val="0015181E"/>
    <w:rsid w:val="00155FD6"/>
    <w:rsid w:val="00166528"/>
    <w:rsid w:val="00183741"/>
    <w:rsid w:val="001A76C9"/>
    <w:rsid w:val="001B656A"/>
    <w:rsid w:val="001C087A"/>
    <w:rsid w:val="001C55B2"/>
    <w:rsid w:val="001E6EDE"/>
    <w:rsid w:val="00225A81"/>
    <w:rsid w:val="0024769C"/>
    <w:rsid w:val="00253282"/>
    <w:rsid w:val="0026389D"/>
    <w:rsid w:val="002654A0"/>
    <w:rsid w:val="00291D61"/>
    <w:rsid w:val="002A61B2"/>
    <w:rsid w:val="002B1DF9"/>
    <w:rsid w:val="002C114D"/>
    <w:rsid w:val="002C3EFA"/>
    <w:rsid w:val="002E0CCE"/>
    <w:rsid w:val="002E65E1"/>
    <w:rsid w:val="002F4EB1"/>
    <w:rsid w:val="00310139"/>
    <w:rsid w:val="00313F06"/>
    <w:rsid w:val="00314CC4"/>
    <w:rsid w:val="00320DD4"/>
    <w:rsid w:val="00325288"/>
    <w:rsid w:val="003319BA"/>
    <w:rsid w:val="003325C8"/>
    <w:rsid w:val="003427EE"/>
    <w:rsid w:val="00343B85"/>
    <w:rsid w:val="00366875"/>
    <w:rsid w:val="00370BAD"/>
    <w:rsid w:val="00372131"/>
    <w:rsid w:val="00385775"/>
    <w:rsid w:val="00386BF8"/>
    <w:rsid w:val="003C2840"/>
    <w:rsid w:val="003D5EA8"/>
    <w:rsid w:val="003D7EE6"/>
    <w:rsid w:val="003E5047"/>
    <w:rsid w:val="00415DAA"/>
    <w:rsid w:val="00421258"/>
    <w:rsid w:val="00441FDE"/>
    <w:rsid w:val="00461F2D"/>
    <w:rsid w:val="004770A9"/>
    <w:rsid w:val="004B3F06"/>
    <w:rsid w:val="004C1B51"/>
    <w:rsid w:val="004C45DD"/>
    <w:rsid w:val="004C50E3"/>
    <w:rsid w:val="004D0A28"/>
    <w:rsid w:val="004F2472"/>
    <w:rsid w:val="00504E38"/>
    <w:rsid w:val="0052026E"/>
    <w:rsid w:val="005205F4"/>
    <w:rsid w:val="00520636"/>
    <w:rsid w:val="00534AF8"/>
    <w:rsid w:val="00543FCE"/>
    <w:rsid w:val="005570C4"/>
    <w:rsid w:val="00575DDF"/>
    <w:rsid w:val="00577D2A"/>
    <w:rsid w:val="005959BE"/>
    <w:rsid w:val="005A7879"/>
    <w:rsid w:val="005C2F1A"/>
    <w:rsid w:val="005C34D2"/>
    <w:rsid w:val="005C692B"/>
    <w:rsid w:val="005D4119"/>
    <w:rsid w:val="005D7BA2"/>
    <w:rsid w:val="005E267B"/>
    <w:rsid w:val="00611D6B"/>
    <w:rsid w:val="00644150"/>
    <w:rsid w:val="006709C3"/>
    <w:rsid w:val="0067720C"/>
    <w:rsid w:val="00680341"/>
    <w:rsid w:val="00696088"/>
    <w:rsid w:val="006B0DCF"/>
    <w:rsid w:val="006B3D65"/>
    <w:rsid w:val="006B457B"/>
    <w:rsid w:val="006B6118"/>
    <w:rsid w:val="006C09EF"/>
    <w:rsid w:val="006D3C47"/>
    <w:rsid w:val="007226E1"/>
    <w:rsid w:val="00735A6D"/>
    <w:rsid w:val="00750CA3"/>
    <w:rsid w:val="0075170B"/>
    <w:rsid w:val="007537EB"/>
    <w:rsid w:val="007771E3"/>
    <w:rsid w:val="007772D5"/>
    <w:rsid w:val="007B43F7"/>
    <w:rsid w:val="007E6C71"/>
    <w:rsid w:val="007F39EE"/>
    <w:rsid w:val="00830329"/>
    <w:rsid w:val="00833D8E"/>
    <w:rsid w:val="00841903"/>
    <w:rsid w:val="0086343F"/>
    <w:rsid w:val="008843F9"/>
    <w:rsid w:val="0089672F"/>
    <w:rsid w:val="008B643E"/>
    <w:rsid w:val="008D2570"/>
    <w:rsid w:val="008E0E72"/>
    <w:rsid w:val="008E2EB8"/>
    <w:rsid w:val="008E671C"/>
    <w:rsid w:val="008F661B"/>
    <w:rsid w:val="009173CC"/>
    <w:rsid w:val="00931BB3"/>
    <w:rsid w:val="00941D1F"/>
    <w:rsid w:val="00950859"/>
    <w:rsid w:val="00955DBE"/>
    <w:rsid w:val="00963A81"/>
    <w:rsid w:val="009A05DF"/>
    <w:rsid w:val="009A13BF"/>
    <w:rsid w:val="009E45D5"/>
    <w:rsid w:val="00A14DE0"/>
    <w:rsid w:val="00A207CE"/>
    <w:rsid w:val="00A45B94"/>
    <w:rsid w:val="00A77B3E"/>
    <w:rsid w:val="00AA2E9F"/>
    <w:rsid w:val="00AD7849"/>
    <w:rsid w:val="00AF437B"/>
    <w:rsid w:val="00B010B9"/>
    <w:rsid w:val="00B04026"/>
    <w:rsid w:val="00B16241"/>
    <w:rsid w:val="00B21403"/>
    <w:rsid w:val="00B43004"/>
    <w:rsid w:val="00BC1D56"/>
    <w:rsid w:val="00BD3C9A"/>
    <w:rsid w:val="00C172F4"/>
    <w:rsid w:val="00C238E0"/>
    <w:rsid w:val="00C564DC"/>
    <w:rsid w:val="00C621B9"/>
    <w:rsid w:val="00C67570"/>
    <w:rsid w:val="00C71EBB"/>
    <w:rsid w:val="00CA175C"/>
    <w:rsid w:val="00CC3B44"/>
    <w:rsid w:val="00D144BE"/>
    <w:rsid w:val="00D15333"/>
    <w:rsid w:val="00D20DA9"/>
    <w:rsid w:val="00D23F0F"/>
    <w:rsid w:val="00D34A57"/>
    <w:rsid w:val="00D55E65"/>
    <w:rsid w:val="00D61F11"/>
    <w:rsid w:val="00D70E27"/>
    <w:rsid w:val="00D72F59"/>
    <w:rsid w:val="00D80EAC"/>
    <w:rsid w:val="00D80F99"/>
    <w:rsid w:val="00D82CA2"/>
    <w:rsid w:val="00DA27D3"/>
    <w:rsid w:val="00DD4BA9"/>
    <w:rsid w:val="00DE30E0"/>
    <w:rsid w:val="00DF0E45"/>
    <w:rsid w:val="00E048B1"/>
    <w:rsid w:val="00E15F6B"/>
    <w:rsid w:val="00E45DAF"/>
    <w:rsid w:val="00E52A40"/>
    <w:rsid w:val="00E52F47"/>
    <w:rsid w:val="00E63EF6"/>
    <w:rsid w:val="00EC4E1C"/>
    <w:rsid w:val="00EE0752"/>
    <w:rsid w:val="00F055C8"/>
    <w:rsid w:val="00F30424"/>
    <w:rsid w:val="00F43E46"/>
    <w:rsid w:val="00F56548"/>
    <w:rsid w:val="00F61991"/>
    <w:rsid w:val="00F81E6C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13357B93"/>
  <w15:docId w15:val="{2218A971-D56B-4676-961B-BC9E258B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B643E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520636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8B643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B643E"/>
    <w:pPr>
      <w:keepNext/>
      <w:numPr>
        <w:numId w:val="5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8B643E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8B643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8B643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8B643E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8B643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8B643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8B643E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8B643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8B643E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8B643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B643E"/>
    <w:pPr>
      <w:numPr>
        <w:numId w:val="6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8B643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8B6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8B643E"/>
    <w:rPr>
      <w:i/>
    </w:rPr>
  </w:style>
  <w:style w:type="paragraph" w:styleId="List">
    <w:name w:val="List"/>
    <w:basedOn w:val="Normal"/>
    <w:rsid w:val="008B643E"/>
    <w:pPr>
      <w:numPr>
        <w:numId w:val="2"/>
      </w:numPr>
    </w:pPr>
  </w:style>
  <w:style w:type="character" w:customStyle="1" w:styleId="StyleBold">
    <w:name w:val="Style Bold"/>
    <w:basedOn w:val="DefaultParagraphFont"/>
    <w:rsid w:val="008B643E"/>
    <w:rPr>
      <w:b/>
      <w:bCs/>
    </w:rPr>
  </w:style>
  <w:style w:type="table" w:styleId="Table3Deffects1">
    <w:name w:val="Table 3D effects 1"/>
    <w:basedOn w:val="TableNormal"/>
    <w:locked/>
    <w:rsid w:val="008B643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8B643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8B643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B643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4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8B643E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8B643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575DD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84C28EBC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3586F6-7D63-4465-9892-4127AA3C425C}"/>
</file>

<file path=customXml/itemProps2.xml><?xml version="1.0" encoding="utf-8"?>
<ds:datastoreItem xmlns:ds="http://schemas.openxmlformats.org/officeDocument/2006/customXml" ds:itemID="{A4490BE0-7042-41BC-9130-560A972E19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0AE2F9-3881-40F5-A5E6-94FD38712283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a5091d4f-8901-46df-85f4-029614b39d2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2985c86-f8c2-4ffb-9ed4-056f10e7bf99"/>
  </ds:schemaRefs>
</ds:datastoreItem>
</file>

<file path=customXml/itemProps4.xml><?xml version="1.0" encoding="utf-8"?>
<ds:datastoreItem xmlns:ds="http://schemas.openxmlformats.org/officeDocument/2006/customXml" ds:itemID="{E0B11092-0C9A-4939-B1F4-0525584294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84C28EBC</Template>
  <TotalTime>15</TotalTime>
  <Pages>5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15</cp:revision>
  <cp:lastPrinted>1900-12-31T14:00:00Z</cp:lastPrinted>
  <dcterms:created xsi:type="dcterms:W3CDTF">2017-07-06T04:21:00Z</dcterms:created>
  <dcterms:modified xsi:type="dcterms:W3CDTF">2022-10-10T21:47:00Z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